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F0DE74" w14:textId="43DDB404" w:rsidR="0049069D" w:rsidRPr="00DD4EE9" w:rsidRDefault="0049069D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Theme="majorHAnsi" w:hAnsiTheme="majorHAnsi"/>
          <w:b/>
          <w:color w:val="FFFFFF" w:themeColor="background1"/>
          <w:sz w:val="32"/>
          <w:szCs w:val="32"/>
        </w:rPr>
      </w:pPr>
      <w:r w:rsidRPr="00DD4EE9">
        <w:rPr>
          <w:rFonts w:asciiTheme="majorHAnsi" w:hAnsiTheme="majorHAnsi"/>
          <w:b/>
          <w:color w:val="FFFFFF" w:themeColor="background1"/>
          <w:sz w:val="32"/>
          <w:szCs w:val="32"/>
        </w:rPr>
        <w:t>K U P N Í   S M L O U V</w:t>
      </w:r>
      <w:r w:rsidR="00E27D5B">
        <w:rPr>
          <w:rFonts w:asciiTheme="majorHAnsi" w:hAnsiTheme="majorHAnsi"/>
          <w:b/>
          <w:color w:val="FFFFFF" w:themeColor="background1"/>
          <w:sz w:val="32"/>
          <w:szCs w:val="32"/>
        </w:rPr>
        <w:t> </w:t>
      </w:r>
      <w:r w:rsidRPr="00DD4EE9">
        <w:rPr>
          <w:rFonts w:asciiTheme="majorHAnsi" w:hAnsiTheme="majorHAnsi"/>
          <w:b/>
          <w:color w:val="FFFFFF" w:themeColor="background1"/>
          <w:sz w:val="32"/>
          <w:szCs w:val="32"/>
        </w:rPr>
        <w:t>A</w:t>
      </w:r>
      <w:r w:rsidR="00E27D5B">
        <w:rPr>
          <w:rFonts w:asciiTheme="majorHAnsi" w:hAnsiTheme="majorHAnsi"/>
          <w:b/>
          <w:color w:val="FFFFFF" w:themeColor="background1"/>
          <w:sz w:val="32"/>
          <w:szCs w:val="32"/>
        </w:rPr>
        <w:t xml:space="preserve"> </w:t>
      </w:r>
      <w:r w:rsidR="00E27D5B" w:rsidRPr="00E27D5B">
        <w:rPr>
          <w:rFonts w:asciiTheme="majorHAnsi" w:hAnsiTheme="majorHAnsi"/>
          <w:bCs/>
          <w:color w:val="FFFFFF" w:themeColor="background1"/>
          <w:sz w:val="32"/>
          <w:szCs w:val="32"/>
        </w:rPr>
        <w:t>(vzor)</w:t>
      </w:r>
    </w:p>
    <w:p w14:paraId="5563B4E9" w14:textId="77777777" w:rsidR="00D92C68" w:rsidRDefault="00D92C68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Theme="majorHAnsi" w:hAnsiTheme="majorHAnsi"/>
          <w:b/>
          <w:color w:val="808080" w:themeColor="background1" w:themeShade="80"/>
          <w:sz w:val="21"/>
          <w:szCs w:val="21"/>
        </w:rPr>
      </w:pPr>
    </w:p>
    <w:p w14:paraId="7ACDBE26" w14:textId="37D73046" w:rsidR="00DD4EE9" w:rsidRPr="00D92C68" w:rsidRDefault="00DD4EE9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Theme="majorHAnsi" w:hAnsiTheme="majorHAnsi"/>
          <w:b/>
          <w:color w:val="808080" w:themeColor="background1" w:themeShade="80"/>
          <w:sz w:val="21"/>
          <w:szCs w:val="21"/>
        </w:rPr>
      </w:pPr>
      <w:r w:rsidRPr="00D92C68">
        <w:rPr>
          <w:rFonts w:asciiTheme="majorHAnsi" w:hAnsiTheme="majorHAnsi"/>
          <w:b/>
          <w:color w:val="808080" w:themeColor="background1" w:themeShade="80"/>
          <w:sz w:val="21"/>
          <w:szCs w:val="21"/>
        </w:rPr>
        <w:t>číslo smlouvy…………….</w:t>
      </w:r>
    </w:p>
    <w:p w14:paraId="53232ED8" w14:textId="77777777" w:rsidR="00DF4BDB" w:rsidRPr="00DF3772" w:rsidRDefault="00DF4BDB" w:rsidP="0049069D">
      <w:pPr>
        <w:pStyle w:val="Zkladntext3"/>
        <w:spacing w:line="200" w:lineRule="atLeast"/>
        <w:jc w:val="center"/>
        <w:rPr>
          <w:rFonts w:asciiTheme="majorHAnsi" w:hAnsiTheme="majorHAnsi"/>
          <w:b/>
          <w:sz w:val="21"/>
          <w:szCs w:val="21"/>
        </w:rPr>
      </w:pPr>
    </w:p>
    <w:p w14:paraId="3E899CB3" w14:textId="6768A979" w:rsidR="00890230" w:rsidRPr="000E1F6F" w:rsidRDefault="00890230" w:rsidP="00890230">
      <w:pPr>
        <w:pStyle w:val="Bezmezer"/>
        <w:numPr>
          <w:ilvl w:val="0"/>
          <w:numId w:val="43"/>
        </w:numPr>
        <w:ind w:hanging="1440"/>
        <w:rPr>
          <w:rFonts w:asciiTheme="majorHAnsi" w:hAnsiTheme="majorHAnsi"/>
          <w:b/>
          <w:bCs/>
          <w:sz w:val="21"/>
          <w:szCs w:val="21"/>
        </w:rPr>
      </w:pPr>
      <w:r>
        <w:rPr>
          <w:rFonts w:asciiTheme="majorHAnsi" w:hAnsiTheme="majorHAnsi"/>
          <w:b/>
          <w:bCs/>
          <w:sz w:val="21"/>
          <w:szCs w:val="21"/>
        </w:rPr>
        <w:t>Základní</w:t>
      </w:r>
      <w:r w:rsidRPr="000E1F6F">
        <w:rPr>
          <w:rFonts w:asciiTheme="majorHAnsi" w:hAnsiTheme="majorHAnsi"/>
          <w:b/>
          <w:bCs/>
          <w:sz w:val="21"/>
          <w:szCs w:val="21"/>
        </w:rPr>
        <w:t xml:space="preserve"> </w:t>
      </w:r>
      <w:r w:rsidRPr="00CA62E5">
        <w:rPr>
          <w:rFonts w:asciiTheme="majorHAnsi" w:hAnsiTheme="majorHAnsi"/>
          <w:b/>
          <w:bCs/>
          <w:sz w:val="21"/>
          <w:szCs w:val="21"/>
        </w:rPr>
        <w:t>škola a Mateřská škola Bohumín Čs. armády 1026 okres Karviná, příspěvková organizace</w:t>
      </w:r>
    </w:p>
    <w:p w14:paraId="404D63F5" w14:textId="77777777" w:rsidR="00890230" w:rsidRPr="00CA62E5" w:rsidRDefault="00890230" w:rsidP="00890230">
      <w:pPr>
        <w:pStyle w:val="Bezmezer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 xml:space="preserve">se sídlem: </w:t>
      </w:r>
      <w:r w:rsidRPr="000E1F6F">
        <w:rPr>
          <w:rFonts w:asciiTheme="majorHAnsi" w:hAnsiTheme="majorHAnsi"/>
          <w:sz w:val="21"/>
          <w:szCs w:val="21"/>
        </w:rPr>
        <w:tab/>
      </w:r>
      <w:r w:rsidRPr="00CA62E5">
        <w:rPr>
          <w:rFonts w:asciiTheme="majorHAnsi" w:hAnsiTheme="majorHAnsi"/>
          <w:sz w:val="21"/>
          <w:szCs w:val="21"/>
        </w:rPr>
        <w:t>Čs. armády 1026, 73581 Bohumín</w:t>
      </w:r>
      <w:r w:rsidRPr="00CA62E5">
        <w:rPr>
          <w:rFonts w:asciiTheme="majorHAnsi" w:hAnsiTheme="majorHAnsi"/>
          <w:sz w:val="21"/>
          <w:szCs w:val="21"/>
        </w:rPr>
        <w:tab/>
      </w:r>
      <w:r w:rsidRPr="00CA62E5">
        <w:rPr>
          <w:rFonts w:asciiTheme="majorHAnsi" w:hAnsiTheme="majorHAnsi"/>
          <w:sz w:val="21"/>
          <w:szCs w:val="21"/>
        </w:rPr>
        <w:tab/>
      </w:r>
    </w:p>
    <w:p w14:paraId="74007B2D" w14:textId="77777777" w:rsidR="00890230" w:rsidRPr="00CA62E5" w:rsidRDefault="00890230" w:rsidP="00890230">
      <w:pPr>
        <w:pStyle w:val="Bezmezer"/>
        <w:rPr>
          <w:rFonts w:asciiTheme="majorHAnsi" w:hAnsiTheme="majorHAnsi"/>
          <w:sz w:val="21"/>
          <w:szCs w:val="21"/>
        </w:rPr>
      </w:pPr>
      <w:r w:rsidRPr="00CA62E5">
        <w:rPr>
          <w:rFonts w:asciiTheme="majorHAnsi" w:hAnsiTheme="majorHAnsi"/>
          <w:sz w:val="21"/>
          <w:szCs w:val="21"/>
        </w:rPr>
        <w:t xml:space="preserve">zastoupena: </w:t>
      </w:r>
      <w:r w:rsidRPr="00CA62E5">
        <w:rPr>
          <w:rFonts w:asciiTheme="majorHAnsi" w:hAnsiTheme="majorHAnsi"/>
          <w:sz w:val="21"/>
          <w:szCs w:val="21"/>
        </w:rPr>
        <w:tab/>
        <w:t>Mgr. Adrianem Kuderem, ředitelem</w:t>
      </w:r>
    </w:p>
    <w:p w14:paraId="518270FF" w14:textId="77777777" w:rsidR="00890230" w:rsidRPr="00CA62E5" w:rsidRDefault="00890230" w:rsidP="00890230">
      <w:pPr>
        <w:pStyle w:val="Bezmezer"/>
        <w:rPr>
          <w:rFonts w:asciiTheme="majorHAnsi" w:hAnsiTheme="majorHAnsi"/>
          <w:sz w:val="21"/>
          <w:szCs w:val="21"/>
        </w:rPr>
      </w:pPr>
      <w:r w:rsidRPr="00CA62E5">
        <w:rPr>
          <w:rFonts w:asciiTheme="majorHAnsi" w:hAnsiTheme="majorHAnsi"/>
          <w:sz w:val="21"/>
          <w:szCs w:val="21"/>
        </w:rPr>
        <w:t xml:space="preserve">IČ: </w:t>
      </w:r>
      <w:r w:rsidRPr="00CA62E5">
        <w:rPr>
          <w:rFonts w:asciiTheme="majorHAnsi" w:hAnsiTheme="majorHAnsi"/>
          <w:sz w:val="21"/>
          <w:szCs w:val="21"/>
        </w:rPr>
        <w:tab/>
      </w:r>
      <w:r w:rsidRPr="00CA62E5">
        <w:rPr>
          <w:rFonts w:asciiTheme="majorHAnsi" w:hAnsiTheme="majorHAnsi"/>
          <w:sz w:val="21"/>
          <w:szCs w:val="21"/>
        </w:rPr>
        <w:tab/>
        <w:t>61988731</w:t>
      </w:r>
    </w:p>
    <w:p w14:paraId="1435C606" w14:textId="77777777" w:rsidR="00890230" w:rsidRDefault="00890230" w:rsidP="00890230">
      <w:pPr>
        <w:pStyle w:val="Bezmezer"/>
        <w:rPr>
          <w:rFonts w:asciiTheme="majorHAnsi" w:hAnsiTheme="majorHAnsi"/>
          <w:sz w:val="21"/>
          <w:szCs w:val="21"/>
        </w:rPr>
      </w:pPr>
      <w:r w:rsidRPr="00CA62E5">
        <w:rPr>
          <w:rFonts w:asciiTheme="majorHAnsi" w:hAnsiTheme="majorHAnsi"/>
          <w:sz w:val="21"/>
          <w:szCs w:val="21"/>
        </w:rPr>
        <w:t>DIČ:</w:t>
      </w:r>
      <w:r w:rsidRPr="00CA62E5">
        <w:rPr>
          <w:rFonts w:asciiTheme="majorHAnsi" w:hAnsiTheme="majorHAnsi"/>
          <w:sz w:val="21"/>
          <w:szCs w:val="21"/>
        </w:rPr>
        <w:tab/>
      </w:r>
      <w:r w:rsidRPr="00CA62E5">
        <w:rPr>
          <w:rFonts w:asciiTheme="majorHAnsi" w:hAnsiTheme="majorHAnsi"/>
          <w:sz w:val="21"/>
          <w:szCs w:val="21"/>
        </w:rPr>
        <w:tab/>
        <w:t xml:space="preserve">CZ61988731 </w:t>
      </w:r>
    </w:p>
    <w:p w14:paraId="5FBC65D6" w14:textId="6DFA906B" w:rsidR="007B042A" w:rsidRPr="000E179A" w:rsidRDefault="00890230" w:rsidP="00890230">
      <w:pPr>
        <w:pStyle w:val="Bezmezer"/>
        <w:rPr>
          <w:rFonts w:ascii="Cambria" w:hAnsi="Cambria"/>
          <w:sz w:val="21"/>
          <w:szCs w:val="21"/>
        </w:rPr>
      </w:pPr>
      <w:r w:rsidRPr="000E179A">
        <w:rPr>
          <w:rFonts w:ascii="Cambria" w:hAnsi="Cambria"/>
          <w:sz w:val="21"/>
          <w:szCs w:val="21"/>
        </w:rPr>
        <w:t xml:space="preserve">č. účtu: </w:t>
      </w:r>
      <w:r w:rsidRPr="000E179A">
        <w:rPr>
          <w:rFonts w:ascii="Cambria" w:hAnsi="Cambria"/>
          <w:sz w:val="21"/>
          <w:szCs w:val="21"/>
        </w:rPr>
        <w:tab/>
      </w:r>
      <w:r w:rsidRPr="000E179A"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>27-</w:t>
      </w:r>
      <w:r w:rsidRPr="00D700E8">
        <w:rPr>
          <w:rFonts w:asciiTheme="majorHAnsi" w:hAnsiTheme="majorHAnsi"/>
          <w:sz w:val="22"/>
          <w:szCs w:val="22"/>
        </w:rPr>
        <w:t>1724736309</w:t>
      </w:r>
      <w:r w:rsidR="007B042A">
        <w:rPr>
          <w:rFonts w:ascii="Cambria" w:hAnsi="Cambria"/>
          <w:sz w:val="21"/>
          <w:szCs w:val="21"/>
        </w:rPr>
        <w:t>/0800</w:t>
      </w:r>
    </w:p>
    <w:p w14:paraId="599BBBD3" w14:textId="77777777" w:rsidR="007B042A" w:rsidRPr="000E1F6F" w:rsidRDefault="007B042A" w:rsidP="007B042A">
      <w:pPr>
        <w:pStyle w:val="Bezmezer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 xml:space="preserve">(dále jen </w:t>
      </w:r>
      <w:r w:rsidRPr="000E1F6F">
        <w:rPr>
          <w:rFonts w:asciiTheme="majorHAnsi" w:hAnsiTheme="majorHAnsi"/>
          <w:b/>
          <w:bCs/>
          <w:sz w:val="21"/>
          <w:szCs w:val="21"/>
        </w:rPr>
        <w:t>kupující</w:t>
      </w:r>
      <w:r w:rsidRPr="000E1F6F">
        <w:rPr>
          <w:rFonts w:asciiTheme="majorHAnsi" w:hAnsiTheme="majorHAnsi"/>
          <w:sz w:val="21"/>
          <w:szCs w:val="21"/>
        </w:rPr>
        <w:t xml:space="preserve">) </w:t>
      </w:r>
    </w:p>
    <w:p w14:paraId="3A8D6349" w14:textId="77777777"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 </w:t>
      </w:r>
    </w:p>
    <w:p w14:paraId="5D26AC3A" w14:textId="77777777"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a</w:t>
      </w:r>
    </w:p>
    <w:p w14:paraId="2FAA1C91" w14:textId="77777777"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 </w:t>
      </w:r>
    </w:p>
    <w:p w14:paraId="2C16A4F1" w14:textId="0FDA9372" w:rsidR="001140BC" w:rsidRPr="00B72B1D" w:rsidRDefault="00B279FA" w:rsidP="00CA502F">
      <w:pPr>
        <w:pStyle w:val="Nadpis1"/>
        <w:numPr>
          <w:ilvl w:val="0"/>
          <w:numId w:val="0"/>
        </w:numPr>
        <w:spacing w:before="40" w:after="40"/>
        <w:ind w:left="1418" w:hanging="1418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2.</w:t>
      </w:r>
      <w:r w:rsidRPr="00DF3772">
        <w:rPr>
          <w:rFonts w:asciiTheme="majorHAnsi" w:hAnsiTheme="majorHAnsi"/>
          <w:sz w:val="21"/>
          <w:szCs w:val="21"/>
        </w:rPr>
        <w:tab/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="005717D6" w:rsidRPr="0073705E">
        <w:rPr>
          <w:rFonts w:asciiTheme="majorHAnsi" w:hAnsiTheme="majorHAnsi"/>
          <w:sz w:val="21"/>
          <w:szCs w:val="21"/>
          <w:highlight w:val="yellow"/>
        </w:rPr>
        <w:instrText xml:space="preserve"> FORMTEXT </w:instrText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  <w:fldChar w:fldCharType="separate"/>
      </w:r>
      <w:r w:rsidR="00543B1F">
        <w:rPr>
          <w:rFonts w:asciiTheme="majorHAnsi" w:hAnsiTheme="majorHAnsi"/>
          <w:noProof/>
          <w:sz w:val="21"/>
          <w:szCs w:val="21"/>
          <w:highlight w:val="yellow"/>
        </w:rPr>
        <w:t>DOPLNÍ ÚČASTNÍK</w:t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  <w:fldChar w:fldCharType="end"/>
      </w:r>
      <w:bookmarkEnd w:id="0"/>
      <w:r w:rsidR="001140BC" w:rsidRPr="00B72B1D">
        <w:rPr>
          <w:rFonts w:asciiTheme="majorHAnsi" w:hAnsiTheme="majorHAnsi"/>
          <w:sz w:val="21"/>
          <w:szCs w:val="21"/>
        </w:rPr>
        <w:tab/>
      </w:r>
    </w:p>
    <w:p w14:paraId="7BC28937" w14:textId="65E35D60" w:rsidR="00CA502F" w:rsidRPr="00B72B1D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zapsána v</w:t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543B1F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1"/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</w:p>
    <w:p w14:paraId="7116F0BF" w14:textId="49F81CFC" w:rsidR="000E00FE" w:rsidRPr="00B72B1D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se sídlem:</w:t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543B1F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2"/>
      <w:r w:rsidR="005717D6" w:rsidRPr="00B72B1D">
        <w:rPr>
          <w:rFonts w:asciiTheme="majorHAnsi" w:hAnsiTheme="majorHAnsi" w:cs="Arial"/>
          <w:sz w:val="21"/>
          <w:szCs w:val="21"/>
        </w:rPr>
        <w:tab/>
      </w:r>
    </w:p>
    <w:p w14:paraId="181ED3A3" w14:textId="176C4515" w:rsidR="001140BC" w:rsidRPr="00B72B1D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zastoupena: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543B1F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3"/>
      <w:r w:rsidR="001140BC" w:rsidRPr="00B72B1D">
        <w:rPr>
          <w:rFonts w:asciiTheme="majorHAnsi" w:hAnsiTheme="majorHAnsi" w:cs="Arial"/>
          <w:sz w:val="21"/>
          <w:szCs w:val="21"/>
        </w:rPr>
        <w:tab/>
      </w:r>
      <w:r w:rsidR="001140BC" w:rsidRPr="00B72B1D">
        <w:rPr>
          <w:rFonts w:asciiTheme="majorHAnsi" w:hAnsiTheme="majorHAnsi" w:cs="Arial"/>
          <w:sz w:val="21"/>
          <w:szCs w:val="21"/>
        </w:rPr>
        <w:tab/>
      </w:r>
      <w:r w:rsidR="001140BC" w:rsidRPr="00B72B1D">
        <w:rPr>
          <w:rFonts w:asciiTheme="majorHAnsi" w:hAnsiTheme="majorHAnsi" w:cs="Arial"/>
          <w:sz w:val="21"/>
          <w:szCs w:val="21"/>
        </w:rPr>
        <w:tab/>
      </w:r>
    </w:p>
    <w:p w14:paraId="71A9DE9E" w14:textId="28D1125C" w:rsidR="001140BC" w:rsidRPr="00B72B1D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IČ: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543B1F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4"/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</w:p>
    <w:p w14:paraId="1CCE3B67" w14:textId="184A97FC" w:rsidR="001140BC" w:rsidRPr="00B72B1D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DIČ: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543B1F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5"/>
      <w:r w:rsidRPr="00B72B1D">
        <w:rPr>
          <w:rFonts w:asciiTheme="majorHAnsi" w:hAnsiTheme="majorHAnsi" w:cs="Arial"/>
          <w:sz w:val="21"/>
          <w:szCs w:val="21"/>
        </w:rPr>
        <w:tab/>
      </w:r>
    </w:p>
    <w:p w14:paraId="2EC99664" w14:textId="4385A0FD" w:rsidR="001140BC" w:rsidRPr="00B72B1D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telefon: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543B1F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6"/>
      <w:r w:rsidRPr="00B72B1D">
        <w:rPr>
          <w:rFonts w:asciiTheme="majorHAnsi" w:hAnsiTheme="majorHAnsi" w:cs="Arial"/>
          <w:sz w:val="21"/>
          <w:szCs w:val="21"/>
        </w:rPr>
        <w:tab/>
      </w:r>
    </w:p>
    <w:p w14:paraId="069B481C" w14:textId="046DAB9B" w:rsidR="001140BC" w:rsidRPr="00B72B1D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 xml:space="preserve">e-mail: 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543B1F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7"/>
      <w:r w:rsidRPr="00B72B1D">
        <w:rPr>
          <w:rFonts w:asciiTheme="majorHAnsi" w:hAnsiTheme="majorHAnsi" w:cs="Arial"/>
          <w:sz w:val="21"/>
          <w:szCs w:val="21"/>
        </w:rPr>
        <w:tab/>
      </w:r>
    </w:p>
    <w:p w14:paraId="0E29FC1E" w14:textId="32BD3507" w:rsidR="001140BC" w:rsidRPr="00DF3772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č. účtu:</w:t>
      </w:r>
      <w:r w:rsidR="00DC35F4" w:rsidRPr="00B72B1D">
        <w:rPr>
          <w:rFonts w:asciiTheme="majorHAnsi" w:hAnsiTheme="majorHAnsi" w:cs="Arial"/>
          <w:sz w:val="21"/>
          <w:szCs w:val="21"/>
        </w:rPr>
        <w:tab/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543B1F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8"/>
      <w:r w:rsidRPr="00DF3772">
        <w:rPr>
          <w:rFonts w:asciiTheme="majorHAnsi" w:hAnsiTheme="majorHAnsi" w:cs="Arial"/>
          <w:sz w:val="21"/>
          <w:szCs w:val="21"/>
        </w:rPr>
        <w:tab/>
      </w:r>
      <w:r w:rsidRPr="00DF3772">
        <w:rPr>
          <w:rFonts w:asciiTheme="majorHAnsi" w:hAnsiTheme="majorHAnsi" w:cs="Arial"/>
          <w:sz w:val="21"/>
          <w:szCs w:val="21"/>
        </w:rPr>
        <w:tab/>
      </w:r>
    </w:p>
    <w:p w14:paraId="7BB9C93C" w14:textId="77777777" w:rsidR="006A1966" w:rsidRPr="007B042A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  <w:r w:rsidRPr="007B042A">
        <w:rPr>
          <w:rFonts w:asciiTheme="majorHAnsi" w:hAnsiTheme="majorHAnsi"/>
          <w:sz w:val="21"/>
          <w:szCs w:val="21"/>
        </w:rPr>
        <w:t xml:space="preserve"> </w:t>
      </w:r>
      <w:r w:rsidR="006A1966" w:rsidRPr="007B042A">
        <w:rPr>
          <w:rFonts w:asciiTheme="majorHAnsi" w:hAnsiTheme="majorHAnsi"/>
          <w:sz w:val="21"/>
          <w:szCs w:val="21"/>
        </w:rPr>
        <w:t xml:space="preserve">(dále jen </w:t>
      </w:r>
      <w:r w:rsidR="006A1966" w:rsidRPr="007B042A">
        <w:rPr>
          <w:rFonts w:asciiTheme="majorHAnsi" w:hAnsiTheme="majorHAnsi"/>
          <w:b/>
          <w:bCs/>
          <w:sz w:val="21"/>
          <w:szCs w:val="21"/>
        </w:rPr>
        <w:t>prodávající</w:t>
      </w:r>
      <w:r w:rsidR="006A1966" w:rsidRPr="007B042A">
        <w:rPr>
          <w:rFonts w:asciiTheme="majorHAnsi" w:hAnsiTheme="majorHAnsi"/>
          <w:sz w:val="21"/>
          <w:szCs w:val="21"/>
        </w:rPr>
        <w:t>)</w:t>
      </w:r>
    </w:p>
    <w:p w14:paraId="216A07CC" w14:textId="77777777" w:rsidR="00C27259" w:rsidRPr="00DF3772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bCs/>
          <w:sz w:val="21"/>
          <w:szCs w:val="21"/>
        </w:rPr>
      </w:pPr>
    </w:p>
    <w:p w14:paraId="7BB9E077" w14:textId="77777777" w:rsidR="00BB3E37" w:rsidRPr="00DF3772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uzavřeli níže uvede</w:t>
      </w:r>
      <w:r w:rsidR="0085546A" w:rsidRPr="00DF3772">
        <w:rPr>
          <w:rFonts w:asciiTheme="majorHAnsi" w:hAnsiTheme="majorHAnsi"/>
          <w:sz w:val="21"/>
          <w:szCs w:val="21"/>
        </w:rPr>
        <w:t>ného dne podle ustanovení § 2079</w:t>
      </w:r>
      <w:r w:rsidR="008D1DE4" w:rsidRPr="00DF3772">
        <w:rPr>
          <w:rFonts w:asciiTheme="majorHAnsi" w:hAnsiTheme="majorHAnsi"/>
          <w:sz w:val="21"/>
          <w:szCs w:val="21"/>
        </w:rPr>
        <w:t xml:space="preserve"> a následujících Občanského </w:t>
      </w:r>
      <w:r w:rsidRPr="00DF3772">
        <w:rPr>
          <w:rFonts w:asciiTheme="majorHAnsi" w:hAnsiTheme="majorHAnsi"/>
          <w:sz w:val="21"/>
          <w:szCs w:val="21"/>
        </w:rPr>
        <w:t>zákoníku v platném znění (dále jen občanský zákoník) kupní smlouvu, která má tento obsah:</w:t>
      </w:r>
    </w:p>
    <w:p w14:paraId="24E540C0" w14:textId="77777777" w:rsidR="000B7ACD" w:rsidRPr="00DF3772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</w:p>
    <w:p w14:paraId="09F1C19F" w14:textId="77777777" w:rsidR="00861F25" w:rsidRPr="00DF3772" w:rsidRDefault="00861F25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</w:p>
    <w:p w14:paraId="1A9DA943" w14:textId="77777777" w:rsidR="00BB3E37" w:rsidRPr="00DF3772" w:rsidRDefault="00BF5035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I. Předmět a míst</w:t>
      </w:r>
      <w:r w:rsidR="0037446B" w:rsidRPr="00DF3772">
        <w:rPr>
          <w:rFonts w:asciiTheme="majorHAnsi" w:hAnsiTheme="majorHAnsi"/>
          <w:sz w:val="21"/>
          <w:szCs w:val="21"/>
        </w:rPr>
        <w:t>o</w:t>
      </w:r>
      <w:r w:rsidR="00BB3E37" w:rsidRPr="00DF3772">
        <w:rPr>
          <w:rFonts w:asciiTheme="majorHAnsi" w:hAnsiTheme="majorHAnsi"/>
          <w:sz w:val="21"/>
          <w:szCs w:val="21"/>
        </w:rPr>
        <w:t xml:space="preserve"> plnění</w:t>
      </w:r>
    </w:p>
    <w:p w14:paraId="2D73212B" w14:textId="0E470025" w:rsidR="00060BB3" w:rsidRPr="00DD51CA" w:rsidRDefault="001140BC" w:rsidP="00614217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D51CA">
        <w:rPr>
          <w:rFonts w:asciiTheme="majorHAnsi" w:hAnsiTheme="majorHAnsi" w:cs="Arial"/>
          <w:sz w:val="21"/>
          <w:szCs w:val="21"/>
        </w:rPr>
        <w:t xml:space="preserve">Předmětem </w:t>
      </w:r>
      <w:bookmarkStart w:id="9" w:name="_Hlk510989554"/>
      <w:r w:rsidR="007B042A" w:rsidRPr="007B042A">
        <w:rPr>
          <w:rFonts w:asciiTheme="majorHAnsi" w:hAnsiTheme="majorHAnsi" w:cs="Arial"/>
          <w:sz w:val="21"/>
          <w:szCs w:val="21"/>
        </w:rPr>
        <w:t xml:space="preserve">plnění dle této smlouvy je plnění předmětu veřejné zakázky </w:t>
      </w:r>
      <w:r w:rsidR="007B042A" w:rsidRPr="007B042A">
        <w:rPr>
          <w:rFonts w:asciiTheme="majorHAnsi" w:hAnsiTheme="majorHAnsi" w:cs="Arial"/>
          <w:b/>
          <w:sz w:val="21"/>
          <w:szCs w:val="21"/>
        </w:rPr>
        <w:t>„</w:t>
      </w:r>
      <w:r w:rsidR="00890230" w:rsidRPr="00CA62E5">
        <w:rPr>
          <w:rFonts w:asciiTheme="majorHAnsi" w:hAnsiTheme="majorHAnsi" w:cs="Arial"/>
          <w:bCs/>
          <w:sz w:val="21"/>
          <w:szCs w:val="21"/>
        </w:rPr>
        <w:t>CHEMIE A ICT NÁS BAVÍ – DODÁVKY</w:t>
      </w:r>
      <w:r w:rsidR="007B042A" w:rsidRPr="007B042A">
        <w:rPr>
          <w:rFonts w:asciiTheme="majorHAnsi" w:hAnsiTheme="majorHAnsi" w:cs="Arial"/>
          <w:bCs/>
          <w:sz w:val="21"/>
          <w:szCs w:val="21"/>
        </w:rPr>
        <w:t xml:space="preserve"> – </w:t>
      </w:r>
      <w:r w:rsidR="005A6F68">
        <w:rPr>
          <w:rFonts w:asciiTheme="majorHAnsi" w:hAnsiTheme="majorHAnsi" w:cs="Arial"/>
          <w:bCs/>
          <w:sz w:val="21"/>
          <w:szCs w:val="21"/>
        </w:rPr>
        <w:t>3</w:t>
      </w:r>
      <w:r w:rsidR="007B042A" w:rsidRPr="007B042A">
        <w:rPr>
          <w:rFonts w:asciiTheme="majorHAnsi" w:hAnsiTheme="majorHAnsi" w:cs="Arial"/>
          <w:bCs/>
          <w:sz w:val="21"/>
          <w:szCs w:val="21"/>
        </w:rPr>
        <w:t xml:space="preserve">. část VZ </w:t>
      </w:r>
      <w:r w:rsidR="007B042A">
        <w:rPr>
          <w:rFonts w:asciiTheme="majorHAnsi" w:hAnsiTheme="majorHAnsi" w:cs="Arial"/>
          <w:bCs/>
          <w:sz w:val="21"/>
          <w:szCs w:val="21"/>
        </w:rPr>
        <w:t>„</w:t>
      </w:r>
      <w:r w:rsidR="005A6F68">
        <w:rPr>
          <w:rFonts w:asciiTheme="majorHAnsi" w:hAnsiTheme="majorHAnsi" w:cs="Arial"/>
          <w:bCs/>
          <w:sz w:val="21"/>
          <w:szCs w:val="21"/>
        </w:rPr>
        <w:t>Učební pomůcky</w:t>
      </w:r>
      <w:r w:rsidR="007B042A" w:rsidRPr="007B042A">
        <w:rPr>
          <w:rFonts w:asciiTheme="majorHAnsi" w:hAnsiTheme="majorHAnsi" w:cs="Arial"/>
          <w:sz w:val="21"/>
          <w:szCs w:val="21"/>
        </w:rPr>
        <w:t xml:space="preserve">“, tj. </w:t>
      </w:r>
      <w:r w:rsidR="00446511">
        <w:rPr>
          <w:rFonts w:asciiTheme="majorHAnsi" w:hAnsiTheme="majorHAnsi" w:cs="Arial"/>
          <w:sz w:val="21"/>
          <w:szCs w:val="21"/>
        </w:rPr>
        <w:t xml:space="preserve">dodávka </w:t>
      </w:r>
      <w:r w:rsidR="00446511" w:rsidRPr="00446511">
        <w:rPr>
          <w:rFonts w:asciiTheme="majorHAnsi" w:hAnsiTheme="majorHAnsi" w:cs="Arial"/>
          <w:sz w:val="21"/>
          <w:szCs w:val="21"/>
        </w:rPr>
        <w:t>učebních a výukových pomůcek pro žáky základní školy</w:t>
      </w:r>
      <w:r w:rsidR="007B042A" w:rsidRPr="007B042A">
        <w:rPr>
          <w:rFonts w:asciiTheme="majorHAnsi" w:hAnsiTheme="majorHAnsi" w:cs="Arial"/>
          <w:sz w:val="21"/>
          <w:szCs w:val="21"/>
        </w:rPr>
        <w:t xml:space="preserve"> - (dále jen „předmět koupě“). Bližší podrobnosti k předmětu plnění veřejné zakázky jsou popsány v položkovém rozpočtu, rozsah je uveden v položkovém rozpočtu</w:t>
      </w:r>
      <w:r w:rsidR="00CB37AD">
        <w:rPr>
          <w:rFonts w:asciiTheme="majorHAnsi" w:hAnsiTheme="majorHAnsi" w:cs="Arial"/>
          <w:sz w:val="21"/>
          <w:szCs w:val="21"/>
        </w:rPr>
        <w:t xml:space="preserve">, který je přílohou </w:t>
      </w:r>
      <w:r w:rsidR="007B042A" w:rsidRPr="007B042A">
        <w:rPr>
          <w:rFonts w:asciiTheme="majorHAnsi" w:hAnsiTheme="majorHAnsi" w:cs="Arial"/>
          <w:sz w:val="21"/>
          <w:szCs w:val="21"/>
        </w:rPr>
        <w:t>této smlouvy.</w:t>
      </w:r>
    </w:p>
    <w:p w14:paraId="34CC4072" w14:textId="2C3BA641" w:rsidR="00DC35F4" w:rsidRPr="000E47BA" w:rsidRDefault="00060BB3" w:rsidP="006F24DF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 xml:space="preserve">Místem plnění je: </w:t>
      </w:r>
      <w:bookmarkEnd w:id="9"/>
      <w:r w:rsidR="00890230" w:rsidRPr="00CA62E5">
        <w:rPr>
          <w:rFonts w:asciiTheme="majorHAnsi" w:hAnsiTheme="majorHAnsi"/>
          <w:bCs/>
          <w:sz w:val="21"/>
          <w:szCs w:val="21"/>
        </w:rPr>
        <w:t>Základní škola a Mateřská škola Bohumín Čs. armády 1026 okres Karviná, příspěvková organizace; se sídlem: Čs. armády 1026, 73581 Bohumín</w:t>
      </w:r>
      <w:r w:rsidR="007B042A" w:rsidRPr="00150872">
        <w:rPr>
          <w:rFonts w:asciiTheme="majorHAnsi" w:hAnsiTheme="majorHAnsi"/>
          <w:bCs/>
          <w:sz w:val="21"/>
          <w:szCs w:val="21"/>
        </w:rPr>
        <w:t>.</w:t>
      </w:r>
    </w:p>
    <w:p w14:paraId="1AD11661" w14:textId="77777777" w:rsidR="00DC35F4" w:rsidRPr="00DF3772" w:rsidRDefault="005E7D8F" w:rsidP="00B93A06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F3772">
        <w:rPr>
          <w:rFonts w:asciiTheme="majorHAnsi" w:hAnsiTheme="majorHAnsi" w:cs="Arial"/>
          <w:sz w:val="21"/>
          <w:szCs w:val="21"/>
        </w:rPr>
        <w:t>Prodávající</w:t>
      </w:r>
      <w:r w:rsidR="001140BC" w:rsidRPr="00DF3772">
        <w:rPr>
          <w:rFonts w:asciiTheme="majorHAnsi" w:hAnsiTheme="majorHAnsi" w:cs="Arial"/>
          <w:sz w:val="21"/>
          <w:szCs w:val="21"/>
        </w:rPr>
        <w:t xml:space="preserve"> prohlašuje, že je odborně způsobilý k zajištění předmětu plnění podle této smlouvy.</w:t>
      </w:r>
    </w:p>
    <w:p w14:paraId="62544D38" w14:textId="3C458EDA" w:rsidR="00EB731B" w:rsidRPr="00DF3772" w:rsidRDefault="00EB731B" w:rsidP="00EB731B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Prodávající se zavazuje dodat </w:t>
      </w:r>
      <w:r w:rsidR="008B010A">
        <w:rPr>
          <w:rFonts w:asciiTheme="majorHAnsi" w:hAnsiTheme="majorHAnsi"/>
          <w:sz w:val="21"/>
          <w:szCs w:val="21"/>
        </w:rPr>
        <w:t>uvedený předmět</w:t>
      </w:r>
      <w:r>
        <w:rPr>
          <w:rFonts w:asciiTheme="majorHAnsi" w:hAnsiTheme="majorHAnsi"/>
          <w:sz w:val="21"/>
          <w:szCs w:val="21"/>
        </w:rPr>
        <w:t xml:space="preserve"> koupě</w:t>
      </w:r>
      <w:r w:rsidRPr="00DF3772">
        <w:rPr>
          <w:rFonts w:asciiTheme="majorHAnsi" w:hAnsiTheme="majorHAnsi"/>
          <w:sz w:val="21"/>
          <w:szCs w:val="21"/>
        </w:rPr>
        <w:t xml:space="preserve"> v místě plnění a </w:t>
      </w:r>
      <w:r w:rsidRPr="00C9780D">
        <w:rPr>
          <w:rFonts w:asciiTheme="majorHAnsi" w:hAnsiTheme="majorHAnsi"/>
          <w:sz w:val="21"/>
          <w:szCs w:val="21"/>
        </w:rPr>
        <w:t xml:space="preserve">převést na kupujícího vlastnické právo k tomuto předmětu koupě. </w:t>
      </w:r>
      <w:r w:rsidR="00B109E1" w:rsidRPr="00C9780D">
        <w:rPr>
          <w:rFonts w:asciiTheme="majorHAnsi" w:hAnsiTheme="majorHAnsi"/>
          <w:sz w:val="21"/>
          <w:szCs w:val="21"/>
        </w:rPr>
        <w:t xml:space="preserve">U software se jedná o nabytí práva k jeho užití. </w:t>
      </w:r>
      <w:r w:rsidRPr="00C9780D">
        <w:rPr>
          <w:rFonts w:asciiTheme="majorHAnsi" w:hAnsiTheme="majorHAnsi"/>
          <w:sz w:val="21"/>
          <w:szCs w:val="21"/>
        </w:rPr>
        <w:t xml:space="preserve">Kupující se zavazuje zaplatit prodávajícímu za dodávku </w:t>
      </w:r>
      <w:r w:rsidR="000F22B0" w:rsidRPr="00C9780D">
        <w:rPr>
          <w:rFonts w:asciiTheme="majorHAnsi" w:hAnsiTheme="majorHAnsi"/>
          <w:sz w:val="21"/>
          <w:szCs w:val="21"/>
        </w:rPr>
        <w:t xml:space="preserve">předmětu </w:t>
      </w:r>
      <w:r w:rsidRPr="00C9780D">
        <w:rPr>
          <w:rFonts w:asciiTheme="majorHAnsi" w:hAnsiTheme="majorHAnsi"/>
          <w:sz w:val="21"/>
          <w:szCs w:val="21"/>
        </w:rPr>
        <w:t xml:space="preserve">koupě </w:t>
      </w:r>
      <w:r w:rsidRPr="00DF3772">
        <w:rPr>
          <w:rFonts w:asciiTheme="majorHAnsi" w:hAnsiTheme="majorHAnsi"/>
          <w:sz w:val="21"/>
          <w:szCs w:val="21"/>
        </w:rPr>
        <w:t>bez vad a nedodělků kupní cenu, a to na základě předávacího protokolu a soupisu dodávek.</w:t>
      </w:r>
    </w:p>
    <w:p w14:paraId="62D8A37B" w14:textId="1617BD49" w:rsidR="007B042A" w:rsidRPr="00150872" w:rsidRDefault="009B6601" w:rsidP="007B042A">
      <w:pPr>
        <w:pStyle w:val="Zkladntext3"/>
        <w:numPr>
          <w:ilvl w:val="0"/>
          <w:numId w:val="31"/>
        </w:numPr>
        <w:tabs>
          <w:tab w:val="left" w:pos="2410"/>
        </w:tabs>
        <w:spacing w:after="80" w:line="240" w:lineRule="atLeast"/>
        <w:ind w:left="284" w:hanging="284"/>
        <w:jc w:val="both"/>
        <w:rPr>
          <w:rFonts w:asciiTheme="majorHAnsi" w:hAnsiTheme="majorHAnsi"/>
          <w:b/>
          <w:sz w:val="21"/>
          <w:szCs w:val="21"/>
        </w:rPr>
      </w:pPr>
      <w:r w:rsidRPr="00A138C7">
        <w:rPr>
          <w:rFonts w:asciiTheme="majorHAnsi" w:hAnsiTheme="majorHAnsi" w:cstheme="minorHAnsi"/>
          <w:sz w:val="21"/>
          <w:szCs w:val="21"/>
        </w:rPr>
        <w:t xml:space="preserve">Projekt </w:t>
      </w:r>
      <w:r w:rsidR="007B042A" w:rsidRPr="00150872">
        <w:rPr>
          <w:rFonts w:asciiTheme="majorHAnsi" w:hAnsiTheme="majorHAnsi" w:cstheme="minorHAnsi"/>
          <w:sz w:val="21"/>
          <w:szCs w:val="21"/>
        </w:rPr>
        <w:t xml:space="preserve">je spolufinancován z Integrovaného regionálního operačního programu, výzva č. 92 – </w:t>
      </w:r>
      <w:r w:rsidR="007B042A" w:rsidRPr="00150872">
        <w:rPr>
          <w:rFonts w:ascii="Cambria" w:hAnsi="Cambria"/>
          <w:sz w:val="21"/>
          <w:szCs w:val="21"/>
        </w:rPr>
        <w:t xml:space="preserve">Infrastruktura základních škol pro uhelné regiony; název projektu: </w:t>
      </w:r>
      <w:r w:rsidR="00890230">
        <w:rPr>
          <w:rFonts w:ascii="Cambria" w:hAnsi="Cambria"/>
          <w:sz w:val="21"/>
          <w:szCs w:val="21"/>
        </w:rPr>
        <w:t>Chemie a ICT nás baví</w:t>
      </w:r>
      <w:r w:rsidR="00890230" w:rsidRPr="00150872">
        <w:rPr>
          <w:rFonts w:ascii="Cambria" w:hAnsi="Cambria"/>
          <w:sz w:val="21"/>
          <w:szCs w:val="21"/>
        </w:rPr>
        <w:t>; Registrační číslo: CZ.06.2.67/0.0/0.0/19_116/0013</w:t>
      </w:r>
      <w:r w:rsidR="00890230">
        <w:rPr>
          <w:rFonts w:ascii="Cambria" w:hAnsi="Cambria"/>
          <w:sz w:val="21"/>
          <w:szCs w:val="21"/>
        </w:rPr>
        <w:t>158</w:t>
      </w:r>
      <w:r w:rsidR="007B042A">
        <w:rPr>
          <w:rFonts w:ascii="Cambria" w:hAnsi="Cambria"/>
          <w:sz w:val="21"/>
          <w:szCs w:val="21"/>
        </w:rPr>
        <w:t>.</w:t>
      </w:r>
    </w:p>
    <w:p w14:paraId="00C8EC8E" w14:textId="2C048718" w:rsidR="00DF3772" w:rsidRPr="00A138C7" w:rsidRDefault="00DF3772" w:rsidP="007B042A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Theme="majorHAnsi" w:hAnsiTheme="majorHAnsi"/>
          <w:b/>
          <w:sz w:val="21"/>
          <w:szCs w:val="21"/>
        </w:rPr>
      </w:pPr>
    </w:p>
    <w:p w14:paraId="26395DDF" w14:textId="57AE5CB5" w:rsidR="00A138C7" w:rsidRDefault="00A138C7" w:rsidP="00A138C7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Theme="majorHAnsi" w:hAnsiTheme="majorHAnsi"/>
          <w:b/>
          <w:sz w:val="21"/>
          <w:szCs w:val="21"/>
        </w:rPr>
      </w:pPr>
    </w:p>
    <w:p w14:paraId="572773D4" w14:textId="77777777" w:rsidR="00CB37AD" w:rsidRDefault="00CB37AD" w:rsidP="00A138C7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Theme="majorHAnsi" w:hAnsiTheme="majorHAnsi"/>
          <w:b/>
          <w:sz w:val="21"/>
          <w:szCs w:val="21"/>
        </w:rPr>
      </w:pPr>
    </w:p>
    <w:p w14:paraId="3727BB42" w14:textId="77777777" w:rsidR="00BB3E37" w:rsidRPr="00DF3772" w:rsidRDefault="00DC678A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</w:t>
      </w:r>
      <w:r w:rsidR="00BB3E37" w:rsidRPr="00DF3772">
        <w:rPr>
          <w:rFonts w:asciiTheme="majorHAnsi" w:hAnsiTheme="majorHAnsi"/>
          <w:sz w:val="21"/>
          <w:szCs w:val="21"/>
        </w:rPr>
        <w:t>I. Cena</w:t>
      </w:r>
    </w:p>
    <w:p w14:paraId="0A47AB3F" w14:textId="1F937152" w:rsidR="00D2353A" w:rsidRPr="008A2BC6" w:rsidRDefault="00D2353A" w:rsidP="00D2353A">
      <w:pPr>
        <w:pStyle w:val="Nadpis2"/>
        <w:numPr>
          <w:ilvl w:val="0"/>
          <w:numId w:val="32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8A2BC6">
        <w:rPr>
          <w:rFonts w:asciiTheme="majorHAnsi" w:hAnsiTheme="majorHAnsi" w:cs="Arial"/>
          <w:sz w:val="21"/>
          <w:szCs w:val="21"/>
        </w:rPr>
        <w:lastRenderedPageBreak/>
        <w:t xml:space="preserve">Smluvní strany se dohodly, že cena dodávky předmětu koupě dle čl. I. této smlouvy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DF3772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5160E3C8" w:rsidR="00FE373B" w:rsidRPr="00D46999" w:rsidRDefault="00250AD3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sz w:val="21"/>
                <w:szCs w:val="21"/>
              </w:rPr>
            </w:pPr>
            <w:r w:rsidRP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separate"/>
            </w:r>
            <w:r w:rsidR="00543B1F">
              <w:rPr>
                <w:rFonts w:asciiTheme="majorHAnsi" w:hAnsiTheme="majorHAnsi" w:cs="Arial"/>
                <w:noProof/>
                <w:sz w:val="21"/>
                <w:szCs w:val="21"/>
                <w:highlight w:val="yellow"/>
              </w:rPr>
              <w:t>0,00</w:t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sz w:val="21"/>
                <w:szCs w:val="21"/>
              </w:rPr>
              <w:t>Kč</w:t>
            </w:r>
          </w:p>
        </w:tc>
      </w:tr>
      <w:tr w:rsidR="00FE373B" w:rsidRPr="00DF3772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52A5E0E0" w:rsidR="00FE373B" w:rsidRPr="00D46999" w:rsidRDefault="0073705E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sz w:val="21"/>
                <w:szCs w:val="21"/>
              </w:rPr>
            </w:pP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instrText xml:space="preserve"> FORMTEXT </w:instrTex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separate"/>
            </w:r>
            <w:r w:rsidR="00543B1F">
              <w:rPr>
                <w:rFonts w:asciiTheme="majorHAnsi" w:hAnsiTheme="majorHAnsi" w:cs="Arial"/>
                <w:noProof/>
                <w:sz w:val="21"/>
                <w:szCs w:val="21"/>
                <w:highlight w:val="yellow"/>
              </w:rPr>
              <w:t>0,00</w: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sz w:val="21"/>
                <w:szCs w:val="21"/>
              </w:rPr>
              <w:t>Kč</w:t>
            </w:r>
          </w:p>
        </w:tc>
      </w:tr>
      <w:tr w:rsidR="00FE373B" w:rsidRPr="00DF3772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b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b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7958A8F5" w:rsidR="00FE373B" w:rsidRPr="00D46999" w:rsidRDefault="0073705E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b/>
                <w:sz w:val="21"/>
                <w:szCs w:val="21"/>
              </w:rPr>
            </w:pP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instrText xml:space="preserve"> FORMTEXT </w:instrText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separate"/>
            </w:r>
            <w:r w:rsidR="00543B1F">
              <w:rPr>
                <w:rFonts w:asciiTheme="majorHAnsi" w:hAnsiTheme="majorHAnsi" w:cs="Arial"/>
                <w:b/>
                <w:noProof/>
                <w:sz w:val="21"/>
                <w:szCs w:val="21"/>
                <w:highlight w:val="yellow"/>
              </w:rPr>
              <w:t>0,00</w:t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>
              <w:rPr>
                <w:rFonts w:asciiTheme="majorHAnsi" w:hAnsiTheme="majorHAnsi" w:cs="Arial"/>
                <w:b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b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DF3772" w:rsidRDefault="00DF0F5E" w:rsidP="00DF0F5E">
      <w:pPr>
        <w:spacing w:after="80" w:line="240" w:lineRule="atLeast"/>
        <w:jc w:val="both"/>
        <w:rPr>
          <w:rFonts w:asciiTheme="majorHAnsi" w:hAnsiTheme="majorHAnsi" w:cs="Arial"/>
          <w:sz w:val="21"/>
          <w:szCs w:val="21"/>
        </w:rPr>
      </w:pPr>
    </w:p>
    <w:p w14:paraId="4434B78D" w14:textId="77777777" w:rsidR="004C7081" w:rsidRPr="00DF3772" w:rsidRDefault="00516D39" w:rsidP="007C7DF6">
      <w:pPr>
        <w:pStyle w:val="Odstavecseseznamem"/>
        <w:numPr>
          <w:ilvl w:val="0"/>
          <w:numId w:val="32"/>
        </w:numPr>
        <w:spacing w:line="240" w:lineRule="atLeast"/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Položkový rozpočet </w:t>
      </w:r>
      <w:r w:rsidR="00D2353A">
        <w:rPr>
          <w:rFonts w:asciiTheme="majorHAnsi" w:hAnsiTheme="majorHAnsi"/>
          <w:sz w:val="21"/>
          <w:szCs w:val="21"/>
        </w:rPr>
        <w:t xml:space="preserve">předmětu koupě </w:t>
      </w:r>
      <w:r w:rsidRPr="00DF3772">
        <w:rPr>
          <w:rFonts w:asciiTheme="majorHAnsi" w:hAnsiTheme="majorHAnsi"/>
          <w:sz w:val="21"/>
          <w:szCs w:val="21"/>
        </w:rPr>
        <w:t>je uveden v příloze této smlouvy.</w:t>
      </w:r>
    </w:p>
    <w:p w14:paraId="35726B33" w14:textId="02653BCD" w:rsidR="00F8424B" w:rsidRPr="00ED4E0C" w:rsidRDefault="00F8424B" w:rsidP="00F8424B">
      <w:pPr>
        <w:pStyle w:val="Odstavecseseznamem"/>
        <w:numPr>
          <w:ilvl w:val="0"/>
          <w:numId w:val="32"/>
        </w:numPr>
        <w:spacing w:after="80" w:line="240" w:lineRule="atLeast"/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 w:rsidRPr="00ED4E0C">
        <w:rPr>
          <w:rFonts w:asciiTheme="majorHAnsi" w:hAnsiTheme="majorHAnsi"/>
          <w:sz w:val="21"/>
          <w:szCs w:val="21"/>
        </w:rPr>
        <w:t>Cena je maximální a zahrnuje veškeré náklady, které prodávající vynaloží na dodávku</w:t>
      </w:r>
      <w:r w:rsidR="008B010A">
        <w:rPr>
          <w:rFonts w:asciiTheme="majorHAnsi" w:hAnsiTheme="majorHAnsi"/>
          <w:sz w:val="21"/>
          <w:szCs w:val="21"/>
        </w:rPr>
        <w:t xml:space="preserve"> a </w:t>
      </w:r>
      <w:r w:rsidRPr="00ED4E0C">
        <w:rPr>
          <w:rFonts w:asciiTheme="majorHAnsi" w:hAnsiTheme="majorHAnsi"/>
          <w:sz w:val="21"/>
          <w:szCs w:val="21"/>
        </w:rPr>
        <w:t xml:space="preserve">přepravu předmětu koupě. </w:t>
      </w:r>
    </w:p>
    <w:p w14:paraId="0187483E" w14:textId="77777777" w:rsidR="00D2353A" w:rsidRPr="00ED4E0C" w:rsidRDefault="00D2353A" w:rsidP="00D2353A">
      <w:pPr>
        <w:pStyle w:val="Odstavecseseznamem"/>
        <w:numPr>
          <w:ilvl w:val="0"/>
          <w:numId w:val="32"/>
        </w:numPr>
        <w:spacing w:before="80" w:after="120" w:line="240" w:lineRule="atLeast"/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 w:rsidRPr="00ED4E0C">
        <w:rPr>
          <w:rFonts w:asciiTheme="majorHAnsi" w:hAnsiTheme="majorHAnsi"/>
          <w:bCs/>
          <w:sz w:val="21"/>
          <w:szCs w:val="21"/>
        </w:rPr>
        <w:t>DPH bude účtováno podle zákona č.235/2004 Sb., o dani z přidané hodnoty, ve znění platném ke dni uskutečnění zdanitelného plnění podle této smlouvy.</w:t>
      </w:r>
      <w:r w:rsidRPr="00ED4E0C">
        <w:rPr>
          <w:rFonts w:asciiTheme="majorHAnsi" w:hAnsiTheme="majorHAnsi"/>
          <w:sz w:val="21"/>
          <w:szCs w:val="21"/>
        </w:rPr>
        <w:t xml:space="preserve"> </w:t>
      </w:r>
    </w:p>
    <w:p w14:paraId="3DEB154A" w14:textId="77777777" w:rsidR="009F6963" w:rsidRPr="00DF3772" w:rsidRDefault="009F6963" w:rsidP="009F6963">
      <w:pPr>
        <w:pStyle w:val="slovn"/>
        <w:tabs>
          <w:tab w:val="clear" w:pos="454"/>
        </w:tabs>
        <w:ind w:left="284" w:hanging="284"/>
        <w:jc w:val="both"/>
        <w:rPr>
          <w:rFonts w:asciiTheme="majorHAnsi" w:hAnsiTheme="majorHAnsi"/>
          <w:sz w:val="21"/>
          <w:szCs w:val="21"/>
        </w:rPr>
      </w:pPr>
    </w:p>
    <w:p w14:paraId="7E9C9C82" w14:textId="77777777" w:rsidR="00BB3E37" w:rsidRPr="00DF3772" w:rsidRDefault="00BB3E3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III. Podmínky plnění</w:t>
      </w:r>
    </w:p>
    <w:p w14:paraId="592D30B8" w14:textId="203C7E19" w:rsidR="00B52C08" w:rsidRPr="002066C5" w:rsidRDefault="00B52C08" w:rsidP="002066C5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 xml:space="preserve">Prodávající je povinen dodat kupujícímu </w:t>
      </w:r>
      <w:r>
        <w:rPr>
          <w:rFonts w:asciiTheme="majorHAnsi" w:hAnsiTheme="majorHAnsi"/>
          <w:sz w:val="21"/>
          <w:szCs w:val="21"/>
        </w:rPr>
        <w:t>předmět koupě</w:t>
      </w:r>
      <w:r w:rsidRPr="00E02864">
        <w:rPr>
          <w:rFonts w:asciiTheme="majorHAnsi" w:hAnsiTheme="majorHAnsi"/>
          <w:sz w:val="21"/>
          <w:szCs w:val="21"/>
        </w:rPr>
        <w:t xml:space="preserve"> dle čl. I. bodu 1. smlouvy bez vad a nedodělků</w:t>
      </w:r>
      <w:r w:rsidR="002066C5">
        <w:rPr>
          <w:rFonts w:asciiTheme="majorHAnsi" w:hAnsiTheme="majorHAnsi"/>
          <w:sz w:val="21"/>
          <w:szCs w:val="21"/>
        </w:rPr>
        <w:t xml:space="preserve">. K zahájení dodávek bude prodávající písemně vyzván kupujícím. </w:t>
      </w:r>
      <w:r w:rsidR="002066C5" w:rsidRPr="00E02864">
        <w:rPr>
          <w:rFonts w:asciiTheme="majorHAnsi" w:hAnsiTheme="majorHAnsi"/>
          <w:sz w:val="21"/>
          <w:szCs w:val="21"/>
        </w:rPr>
        <w:t xml:space="preserve">Tato výzva bude prodávajícímu doručena </w:t>
      </w:r>
      <w:r w:rsidR="002066C5">
        <w:rPr>
          <w:rFonts w:asciiTheme="majorHAnsi" w:hAnsiTheme="majorHAnsi"/>
          <w:sz w:val="21"/>
          <w:szCs w:val="21"/>
        </w:rPr>
        <w:t>společně s podpisem smlouvy.</w:t>
      </w:r>
    </w:p>
    <w:p w14:paraId="35B2E8AC" w14:textId="4DD5BA0A" w:rsidR="00B93A06" w:rsidRPr="0030403E" w:rsidRDefault="00A6166A" w:rsidP="000D7D01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4F0CCD">
        <w:rPr>
          <w:rFonts w:asciiTheme="majorHAnsi" w:hAnsiTheme="majorHAnsi"/>
          <w:noProof/>
          <w:sz w:val="21"/>
          <w:szCs w:val="21"/>
        </w:rPr>
        <w:t xml:space="preserve">Prodávající bere na vědomí, že dodávka </w:t>
      </w:r>
      <w:r w:rsidR="00D2353A" w:rsidRPr="004F0CCD">
        <w:rPr>
          <w:rFonts w:asciiTheme="majorHAnsi" w:hAnsiTheme="majorHAnsi"/>
          <w:noProof/>
          <w:sz w:val="21"/>
          <w:szCs w:val="21"/>
        </w:rPr>
        <w:t xml:space="preserve">předmětu koupě </w:t>
      </w:r>
      <w:r w:rsidRPr="004F0CCD">
        <w:rPr>
          <w:rFonts w:asciiTheme="majorHAnsi" w:hAnsiTheme="majorHAnsi"/>
          <w:noProof/>
          <w:sz w:val="21"/>
          <w:szCs w:val="21"/>
        </w:rPr>
        <w:t xml:space="preserve">musí být </w:t>
      </w:r>
      <w:r w:rsidR="00D2353A" w:rsidRPr="004F0CCD">
        <w:rPr>
          <w:rFonts w:asciiTheme="majorHAnsi" w:hAnsiTheme="majorHAnsi"/>
          <w:noProof/>
          <w:sz w:val="21"/>
          <w:szCs w:val="21"/>
        </w:rPr>
        <w:t xml:space="preserve">kupujícímu </w:t>
      </w:r>
      <w:r w:rsidRPr="004F0CCD">
        <w:rPr>
          <w:rFonts w:asciiTheme="majorHAnsi" w:hAnsiTheme="majorHAnsi"/>
          <w:noProof/>
          <w:sz w:val="21"/>
          <w:szCs w:val="21"/>
        </w:rPr>
        <w:t xml:space="preserve">předána nejpozději do </w:t>
      </w:r>
      <w:r w:rsidR="002066C5">
        <w:rPr>
          <w:rFonts w:asciiTheme="majorHAnsi" w:hAnsiTheme="majorHAnsi"/>
          <w:b/>
          <w:bCs/>
          <w:noProof/>
          <w:sz w:val="21"/>
          <w:szCs w:val="21"/>
        </w:rPr>
        <w:t>8</w:t>
      </w:r>
      <w:r w:rsidR="004F0CCD" w:rsidRPr="004F0CCD">
        <w:rPr>
          <w:rFonts w:asciiTheme="majorHAnsi" w:hAnsiTheme="majorHAnsi"/>
          <w:b/>
          <w:noProof/>
          <w:sz w:val="21"/>
          <w:szCs w:val="21"/>
        </w:rPr>
        <w:t xml:space="preserve"> kalendářních týdnů</w:t>
      </w:r>
      <w:r w:rsidR="00CF0DA3">
        <w:rPr>
          <w:rFonts w:asciiTheme="majorHAnsi" w:hAnsiTheme="majorHAnsi"/>
          <w:b/>
          <w:noProof/>
          <w:sz w:val="21"/>
          <w:szCs w:val="21"/>
        </w:rPr>
        <w:t xml:space="preserve"> </w:t>
      </w:r>
      <w:r w:rsidR="00CF0DA3" w:rsidRPr="00CF0DA3">
        <w:rPr>
          <w:rFonts w:asciiTheme="majorHAnsi" w:hAnsiTheme="majorHAnsi"/>
          <w:bCs/>
          <w:noProof/>
          <w:sz w:val="21"/>
          <w:szCs w:val="21"/>
        </w:rPr>
        <w:t>o</w:t>
      </w:r>
      <w:r w:rsidR="00CF0DA3">
        <w:rPr>
          <w:rFonts w:asciiTheme="majorHAnsi" w:hAnsiTheme="majorHAnsi"/>
          <w:bCs/>
          <w:noProof/>
          <w:sz w:val="21"/>
          <w:szCs w:val="21"/>
        </w:rPr>
        <w:t>d</w:t>
      </w:r>
      <w:r w:rsidR="00CF0DA3" w:rsidRPr="00CF0DA3">
        <w:rPr>
          <w:rFonts w:asciiTheme="majorHAnsi" w:hAnsiTheme="majorHAnsi"/>
          <w:bCs/>
          <w:noProof/>
          <w:sz w:val="21"/>
          <w:szCs w:val="21"/>
        </w:rPr>
        <w:t xml:space="preserve"> zahájení </w:t>
      </w:r>
      <w:r w:rsidR="00CB37AD">
        <w:rPr>
          <w:rFonts w:asciiTheme="majorHAnsi" w:hAnsiTheme="majorHAnsi"/>
          <w:bCs/>
          <w:noProof/>
          <w:sz w:val="21"/>
          <w:szCs w:val="21"/>
        </w:rPr>
        <w:t>dodávky</w:t>
      </w:r>
      <w:r w:rsidR="004F0CCD" w:rsidRPr="00CF0DA3">
        <w:rPr>
          <w:rFonts w:asciiTheme="majorHAnsi" w:hAnsiTheme="majorHAnsi"/>
          <w:bCs/>
          <w:noProof/>
          <w:sz w:val="21"/>
          <w:szCs w:val="21"/>
        </w:rPr>
        <w:t>.</w:t>
      </w:r>
      <w:r w:rsidR="00D86C0F">
        <w:rPr>
          <w:rFonts w:asciiTheme="majorHAnsi" w:hAnsiTheme="majorHAnsi"/>
          <w:bCs/>
          <w:noProof/>
          <w:sz w:val="21"/>
          <w:szCs w:val="21"/>
        </w:rPr>
        <w:t xml:space="preserve"> </w:t>
      </w:r>
    </w:p>
    <w:p w14:paraId="47036376" w14:textId="77777777" w:rsidR="00D2353A" w:rsidRPr="001560AD" w:rsidRDefault="00D2353A" w:rsidP="00D2353A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 w:cs="Arial"/>
          <w:color w:val="000000"/>
          <w:sz w:val="21"/>
          <w:szCs w:val="21"/>
        </w:rPr>
      </w:pPr>
      <w:r w:rsidRPr="001560AD">
        <w:rPr>
          <w:rFonts w:asciiTheme="majorHAnsi" w:hAnsiTheme="majorHAnsi" w:cs="Arial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C3040D" w:rsidRDefault="00D2353A" w:rsidP="009933A3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b/>
          <w:sz w:val="21"/>
          <w:szCs w:val="21"/>
        </w:rPr>
      </w:pPr>
      <w:r w:rsidRPr="002F15A2">
        <w:rPr>
          <w:rFonts w:asciiTheme="majorHAnsi" w:hAnsiTheme="majorHAnsi"/>
          <w:sz w:val="21"/>
          <w:szCs w:val="21"/>
        </w:rPr>
        <w:t xml:space="preserve">Datum </w:t>
      </w:r>
      <w:r w:rsidRPr="002F15A2">
        <w:rPr>
          <w:rFonts w:asciiTheme="majorHAnsi" w:hAnsiTheme="majorHAnsi"/>
          <w:iCs/>
          <w:sz w:val="21"/>
          <w:szCs w:val="21"/>
        </w:rPr>
        <w:t>předání a převzetí předmětu koupě bude datem zdanitelného plnění.</w:t>
      </w:r>
    </w:p>
    <w:p w14:paraId="4C2BEE72" w14:textId="4C67681A" w:rsidR="00C3040D" w:rsidRDefault="00C3040D" w:rsidP="00C3040D">
      <w:pPr>
        <w:pStyle w:val="Zkladntext3"/>
        <w:ind w:left="284"/>
        <w:jc w:val="both"/>
        <w:rPr>
          <w:rFonts w:asciiTheme="majorHAnsi" w:hAnsiTheme="majorHAnsi"/>
          <w:iCs/>
          <w:sz w:val="21"/>
          <w:szCs w:val="21"/>
        </w:rPr>
      </w:pPr>
    </w:p>
    <w:p w14:paraId="57B6C1C1" w14:textId="77777777" w:rsidR="00C3040D" w:rsidRPr="00DF3772" w:rsidRDefault="00C3040D" w:rsidP="00C3040D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IV. </w:t>
      </w:r>
      <w:r>
        <w:rPr>
          <w:rFonts w:asciiTheme="majorHAnsi" w:hAnsiTheme="majorHAnsi"/>
          <w:sz w:val="21"/>
          <w:szCs w:val="21"/>
        </w:rPr>
        <w:t>Vyšší moc</w:t>
      </w:r>
    </w:p>
    <w:p w14:paraId="1933E594" w14:textId="77777777" w:rsidR="00C3040D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75473A">
        <w:rPr>
          <w:rFonts w:asciiTheme="majorHAnsi" w:hAnsiTheme="majorHAnsi" w:cs="Arial"/>
          <w:sz w:val="21"/>
          <w:szCs w:val="21"/>
        </w:rPr>
        <w:t>Smluvní strany se zprošťují veškeré odpovědnosti za nesplnění sv</w:t>
      </w:r>
      <w:r>
        <w:rPr>
          <w:rFonts w:asciiTheme="majorHAnsi" w:hAnsiTheme="majorHAnsi" w:cs="Arial"/>
          <w:sz w:val="21"/>
          <w:szCs w:val="21"/>
        </w:rPr>
        <w:t>ý</w:t>
      </w:r>
      <w:r w:rsidRPr="0075473A">
        <w:rPr>
          <w:rFonts w:asciiTheme="majorHAnsi" w:hAnsiTheme="majorHAnsi" w:cs="Arial"/>
          <w:sz w:val="21"/>
          <w:szCs w:val="21"/>
        </w:rPr>
        <w:t>ch povinností z této Smlouvy po dobu trvání vyšší moci do té míry, pokud po nich nebylo možné požadovat, aby neplnění sv</w:t>
      </w:r>
      <w:r>
        <w:rPr>
          <w:rFonts w:asciiTheme="majorHAnsi" w:hAnsiTheme="majorHAnsi" w:cs="Arial"/>
          <w:sz w:val="21"/>
          <w:szCs w:val="21"/>
        </w:rPr>
        <w:t>ý</w:t>
      </w:r>
      <w:r w:rsidRPr="0075473A">
        <w:rPr>
          <w:rFonts w:asciiTheme="majorHAnsi" w:hAnsiTheme="majorHAnsi" w:cs="Arial"/>
          <w:sz w:val="21"/>
          <w:szCs w:val="21"/>
        </w:rPr>
        <w:t>ch povinností z této Smlouvy v důsledku vyšší moci předešly.</w:t>
      </w:r>
      <w:r w:rsidRPr="00E02864">
        <w:rPr>
          <w:rFonts w:asciiTheme="majorHAnsi" w:hAnsiTheme="majorHAnsi"/>
          <w:sz w:val="21"/>
          <w:szCs w:val="21"/>
        </w:rPr>
        <w:t xml:space="preserve"> </w:t>
      </w:r>
    </w:p>
    <w:p w14:paraId="76FB17C8" w14:textId="723444BA" w:rsidR="00C3040D" w:rsidRPr="00571B57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571B57">
        <w:rPr>
          <w:rFonts w:asciiTheme="majorHAnsi" w:hAnsiTheme="majorHAnsi" w:cs="Arial"/>
          <w:sz w:val="21"/>
          <w:szCs w:val="21"/>
        </w:rPr>
        <w:t xml:space="preserve">Za vyšší moc je pro účely této Smlouvy považována každá událost nezávislá na vůli Smluvních stran, která znemožňuje plnění smluvních závazků a kterou nebylo možno předvídat v době vzniku této Smlouvy. Za vyšší moc se z hlediska této Smlouvy považuje zejména přírodní katastrofa, </w:t>
      </w:r>
      <w:r w:rsidR="00826054">
        <w:rPr>
          <w:rFonts w:asciiTheme="majorHAnsi" w:hAnsiTheme="majorHAnsi" w:cs="Arial"/>
          <w:sz w:val="21"/>
          <w:szCs w:val="21"/>
        </w:rPr>
        <w:t xml:space="preserve">pandemie, </w:t>
      </w:r>
      <w:r w:rsidRPr="00571B57">
        <w:rPr>
          <w:rFonts w:asciiTheme="majorHAnsi" w:hAnsiTheme="majorHAnsi" w:cs="Arial"/>
          <w:sz w:val="21"/>
          <w:szCs w:val="21"/>
        </w:rPr>
        <w:t>požár, v</w:t>
      </w:r>
      <w:r>
        <w:rPr>
          <w:rFonts w:asciiTheme="majorHAnsi" w:hAnsiTheme="majorHAnsi" w:cs="Arial"/>
          <w:sz w:val="21"/>
          <w:szCs w:val="21"/>
        </w:rPr>
        <w:t>ý</w:t>
      </w:r>
      <w:r w:rsidRPr="00571B57">
        <w:rPr>
          <w:rFonts w:asciiTheme="majorHAnsi" w:hAnsiTheme="majorHAnsi" w:cs="Arial"/>
          <w:sz w:val="21"/>
          <w:szCs w:val="21"/>
        </w:rPr>
        <w:t>buch, silné vichřice, zemětřesení, záplavy, válka, stávka nebo jiné události, které jsou mimo jakoukoliv kontrolu Smluvních stran.</w:t>
      </w:r>
    </w:p>
    <w:p w14:paraId="19CC5CA1" w14:textId="77777777" w:rsidR="00C3040D" w:rsidRPr="00571B57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571B57">
        <w:rPr>
          <w:rFonts w:asciiTheme="majorHAnsi" w:hAnsiTheme="majorHAnsi" w:cs="Arial"/>
          <w:sz w:val="21"/>
          <w:szCs w:val="21"/>
        </w:rPr>
        <w:t xml:space="preserve">Po dobu trvání vyšší moci se plnění závazků podle této Smlouvy pozastavuje do doby odstranění následků vyšší moci. </w:t>
      </w:r>
    </w:p>
    <w:p w14:paraId="1BDE980D" w14:textId="77777777" w:rsidR="002F15A2" w:rsidRPr="002F15A2" w:rsidRDefault="002F15A2" w:rsidP="002F15A2">
      <w:pPr>
        <w:pStyle w:val="Zkladntext3"/>
        <w:ind w:left="284"/>
        <w:jc w:val="both"/>
        <w:rPr>
          <w:rFonts w:asciiTheme="majorHAnsi" w:hAnsiTheme="majorHAnsi"/>
          <w:b/>
          <w:sz w:val="21"/>
          <w:szCs w:val="21"/>
        </w:rPr>
      </w:pPr>
    </w:p>
    <w:p w14:paraId="457BDE0C" w14:textId="68E3669E" w:rsidR="00BB3E37" w:rsidRPr="00DF3772" w:rsidRDefault="00BB3E37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V. Platební podmínky</w:t>
      </w:r>
    </w:p>
    <w:p w14:paraId="3C025C75" w14:textId="4DAD0165" w:rsidR="00A60941" w:rsidRPr="00E02864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>Prodávající je oprávněn vystavit daňový doklad</w:t>
      </w:r>
      <w:r w:rsidR="004452F5">
        <w:rPr>
          <w:rFonts w:asciiTheme="majorHAnsi" w:hAnsiTheme="majorHAnsi" w:cs="Arial"/>
          <w:sz w:val="21"/>
          <w:szCs w:val="21"/>
        </w:rPr>
        <w:t xml:space="preserve"> </w:t>
      </w:r>
      <w:r w:rsidRPr="00E02864">
        <w:rPr>
          <w:rFonts w:asciiTheme="majorHAnsi" w:hAnsiTheme="majorHAnsi" w:cs="Arial"/>
          <w:sz w:val="21"/>
          <w:szCs w:val="21"/>
        </w:rPr>
        <w:t xml:space="preserve">(dále jen „faktura“) na kupní cenu </w:t>
      </w:r>
      <w:r w:rsidRPr="00E02864">
        <w:rPr>
          <w:rFonts w:asciiTheme="majorHAnsi" w:hAnsiTheme="majorHAnsi"/>
          <w:sz w:val="21"/>
          <w:szCs w:val="21"/>
        </w:rPr>
        <w:t>v den předání a převzetí zboží bez vad a nedodělků kupujícímu se splatností 30 dnů ode dne jeho doručení kupujícímu na adresu kupujícího</w:t>
      </w:r>
      <w:r w:rsidR="00646CF9">
        <w:rPr>
          <w:rFonts w:asciiTheme="majorHAnsi" w:hAnsiTheme="majorHAnsi"/>
          <w:sz w:val="21"/>
          <w:szCs w:val="21"/>
        </w:rPr>
        <w:t>.</w:t>
      </w:r>
      <w:r w:rsidRPr="00E02864">
        <w:rPr>
          <w:rFonts w:asciiTheme="majorHAnsi" w:hAnsiTheme="majorHAnsi"/>
          <w:sz w:val="21"/>
          <w:szCs w:val="21"/>
        </w:rPr>
        <w:t xml:space="preserve"> </w:t>
      </w:r>
    </w:p>
    <w:p w14:paraId="78A0CA30" w14:textId="7008A9FE" w:rsidR="00A60941" w:rsidRPr="004452F5" w:rsidRDefault="00A60941" w:rsidP="00421116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4452F5">
        <w:rPr>
          <w:rFonts w:asciiTheme="majorHAnsi" w:hAnsiTheme="majorHAnsi" w:cs="Arial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</w:t>
      </w:r>
      <w:r w:rsidR="004452F5">
        <w:rPr>
          <w:rFonts w:asciiTheme="majorHAnsi" w:hAnsiTheme="majorHAnsi" w:cs="Arial"/>
          <w:sz w:val="21"/>
          <w:szCs w:val="21"/>
        </w:rPr>
        <w:t xml:space="preserve">. </w:t>
      </w:r>
      <w:r w:rsidRPr="004452F5">
        <w:rPr>
          <w:rFonts w:asciiTheme="majorHAnsi" w:hAnsiTheme="majorHAnsi" w:cs="Arial"/>
          <w:sz w:val="21"/>
          <w:szCs w:val="21"/>
        </w:rPr>
        <w:t>F</w:t>
      </w:r>
      <w:r w:rsidRPr="004452F5">
        <w:rPr>
          <w:rFonts w:asciiTheme="majorHAnsi" w:hAnsiTheme="majorHAnsi"/>
          <w:noProof/>
          <w:sz w:val="21"/>
          <w:szCs w:val="21"/>
        </w:rPr>
        <w:t xml:space="preserve">aktura musí  dále obsahovat přesný název a registrační číslo projektu. </w:t>
      </w:r>
    </w:p>
    <w:p w14:paraId="4B798C99" w14:textId="77777777" w:rsidR="00A60941" w:rsidRPr="00E02864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lastRenderedPageBreak/>
        <w:t>Nebude–li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1113987C" w14:textId="77777777" w:rsidR="00F9632C" w:rsidRPr="00DF3772" w:rsidRDefault="00F9632C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</w:p>
    <w:p w14:paraId="37CD8ACA" w14:textId="76E4B77A" w:rsidR="00BB3E37" w:rsidRPr="00DF3772" w:rsidRDefault="00BB3E3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</w:t>
      </w:r>
      <w:r w:rsidR="00C3040D">
        <w:rPr>
          <w:rFonts w:asciiTheme="majorHAnsi" w:hAnsiTheme="majorHAnsi"/>
          <w:sz w:val="21"/>
          <w:szCs w:val="21"/>
        </w:rPr>
        <w:t>I</w:t>
      </w:r>
      <w:r w:rsidRPr="00DF3772">
        <w:rPr>
          <w:rFonts w:asciiTheme="majorHAnsi" w:hAnsiTheme="majorHAnsi"/>
          <w:sz w:val="21"/>
          <w:szCs w:val="21"/>
        </w:rPr>
        <w:t>. Záruční podmínky</w:t>
      </w:r>
    </w:p>
    <w:p w14:paraId="635234A2" w14:textId="1B4EFF1B" w:rsidR="00A60941" w:rsidRPr="00E02864" w:rsidRDefault="0014598B" w:rsidP="00A60941">
      <w:pPr>
        <w:pStyle w:val="Zkladntext3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Prodávající poskytuje na </w:t>
      </w:r>
      <w:r w:rsidR="00A60941">
        <w:rPr>
          <w:rFonts w:asciiTheme="majorHAnsi" w:hAnsiTheme="majorHAnsi"/>
          <w:sz w:val="21"/>
          <w:szCs w:val="21"/>
        </w:rPr>
        <w:t>předmět koupě</w:t>
      </w:r>
      <w:r w:rsidRPr="00DF3772">
        <w:rPr>
          <w:rFonts w:asciiTheme="majorHAnsi" w:hAnsiTheme="majorHAnsi"/>
          <w:sz w:val="21"/>
          <w:szCs w:val="21"/>
        </w:rPr>
        <w:t xml:space="preserve"> záruku v</w:t>
      </w:r>
      <w:r w:rsidR="00F87F81">
        <w:rPr>
          <w:rFonts w:asciiTheme="majorHAnsi" w:hAnsiTheme="majorHAnsi"/>
          <w:sz w:val="21"/>
          <w:szCs w:val="21"/>
        </w:rPr>
        <w:t> </w:t>
      </w:r>
      <w:r w:rsidRPr="00DF3772">
        <w:rPr>
          <w:rFonts w:asciiTheme="majorHAnsi" w:hAnsiTheme="majorHAnsi"/>
          <w:sz w:val="21"/>
          <w:szCs w:val="21"/>
        </w:rPr>
        <w:t>délce</w:t>
      </w:r>
      <w:r w:rsidR="00F87F81">
        <w:rPr>
          <w:rFonts w:asciiTheme="majorHAnsi" w:hAnsiTheme="majorHAnsi"/>
          <w:sz w:val="21"/>
          <w:szCs w:val="21"/>
        </w:rPr>
        <w:t>, která je uvedena u konkrétního výrobku položkového rozpočtu (příloh</w:t>
      </w:r>
      <w:r w:rsidR="000E20DC">
        <w:rPr>
          <w:rFonts w:asciiTheme="majorHAnsi" w:hAnsiTheme="majorHAnsi"/>
          <w:sz w:val="21"/>
          <w:szCs w:val="21"/>
        </w:rPr>
        <w:t>y</w:t>
      </w:r>
      <w:r w:rsidR="00F87F81">
        <w:rPr>
          <w:rFonts w:asciiTheme="majorHAnsi" w:hAnsiTheme="majorHAnsi"/>
          <w:sz w:val="21"/>
          <w:szCs w:val="21"/>
        </w:rPr>
        <w:t xml:space="preserve"> č. 1</w:t>
      </w:r>
      <w:r w:rsidR="007E60DE">
        <w:rPr>
          <w:rFonts w:asciiTheme="majorHAnsi" w:hAnsiTheme="majorHAnsi"/>
          <w:sz w:val="21"/>
          <w:szCs w:val="21"/>
        </w:rPr>
        <w:t xml:space="preserve"> </w:t>
      </w:r>
      <w:r w:rsidR="00F87F81">
        <w:rPr>
          <w:rFonts w:asciiTheme="majorHAnsi" w:hAnsiTheme="majorHAnsi"/>
          <w:sz w:val="21"/>
          <w:szCs w:val="21"/>
        </w:rPr>
        <w:t xml:space="preserve">této smlouvy). Není-li uvedena konkrétní délka záruky, pak platí záruka v délce </w:t>
      </w:r>
      <w:r w:rsidR="002A4BA9">
        <w:rPr>
          <w:rFonts w:asciiTheme="majorHAnsi" w:hAnsiTheme="majorHAnsi"/>
          <w:sz w:val="21"/>
          <w:szCs w:val="21"/>
        </w:rPr>
        <w:t>24</w:t>
      </w:r>
      <w:r w:rsidRPr="00DF3772">
        <w:rPr>
          <w:rFonts w:asciiTheme="majorHAnsi" w:hAnsiTheme="majorHAnsi"/>
          <w:sz w:val="21"/>
          <w:szCs w:val="21"/>
        </w:rPr>
        <w:t xml:space="preserve"> měsíců</w:t>
      </w:r>
      <w:r w:rsidR="00F87F81">
        <w:rPr>
          <w:rFonts w:asciiTheme="majorHAnsi" w:hAnsiTheme="majorHAnsi"/>
          <w:sz w:val="21"/>
          <w:szCs w:val="21"/>
        </w:rPr>
        <w:t>. Délka záruky se počítá</w:t>
      </w:r>
      <w:r w:rsidRPr="00DF3772">
        <w:rPr>
          <w:rFonts w:asciiTheme="majorHAnsi" w:hAnsiTheme="majorHAnsi"/>
          <w:sz w:val="21"/>
          <w:szCs w:val="21"/>
        </w:rPr>
        <w:t xml:space="preserve"> ode d</w:t>
      </w:r>
      <w:r w:rsidR="008249A6" w:rsidRPr="00DF3772">
        <w:rPr>
          <w:rFonts w:asciiTheme="majorHAnsi" w:hAnsiTheme="majorHAnsi"/>
          <w:sz w:val="21"/>
          <w:szCs w:val="21"/>
        </w:rPr>
        <w:t xml:space="preserve">ne předání </w:t>
      </w:r>
      <w:r w:rsidR="00A60941">
        <w:rPr>
          <w:rFonts w:asciiTheme="majorHAnsi" w:hAnsiTheme="majorHAnsi"/>
          <w:sz w:val="21"/>
          <w:szCs w:val="21"/>
        </w:rPr>
        <w:t>předmětu koupě</w:t>
      </w:r>
      <w:r w:rsidR="008249A6" w:rsidRPr="00DF3772">
        <w:rPr>
          <w:rFonts w:asciiTheme="majorHAnsi" w:hAnsiTheme="majorHAnsi"/>
          <w:sz w:val="21"/>
          <w:szCs w:val="21"/>
        </w:rPr>
        <w:t xml:space="preserve"> v místě plnění. Výše uvedené záruky </w:t>
      </w:r>
      <w:r w:rsidR="00A60941" w:rsidRPr="00E02864">
        <w:rPr>
          <w:rFonts w:asciiTheme="majorHAnsi" w:hAnsiTheme="majorHAnsi"/>
          <w:sz w:val="21"/>
          <w:szCs w:val="21"/>
        </w:rPr>
        <w:t>platí za předpokladu dodržení stanovených pravidel provozu a údržby.</w:t>
      </w:r>
      <w:r w:rsidR="00A60941">
        <w:rPr>
          <w:rFonts w:asciiTheme="majorHAnsi" w:hAnsiTheme="majorHAnsi"/>
          <w:sz w:val="21"/>
          <w:szCs w:val="21"/>
        </w:rPr>
        <w:t xml:space="preserve"> </w:t>
      </w:r>
      <w:r w:rsidR="00A60941" w:rsidRPr="00E02864">
        <w:rPr>
          <w:rFonts w:asciiTheme="majorHAnsi" w:hAnsiTheme="majorHAnsi" w:cs="Arial"/>
          <w:color w:val="000000"/>
          <w:sz w:val="21"/>
          <w:szCs w:val="21"/>
        </w:rPr>
        <w:t>Případnou reklamovanou vadu předmětu koupě je prodávající povinen odstranit nejpozději do pěti pracovních dnů ode dne, kdy mu kupující danou vadu písemně oznámí, nebude-li následně mezi smluvními stranami dohodnuto jinak.</w:t>
      </w:r>
    </w:p>
    <w:p w14:paraId="63BA0F1B" w14:textId="77777777" w:rsidR="00F9632C" w:rsidRPr="00DF3772" w:rsidRDefault="00F9632C" w:rsidP="00A60941">
      <w:pPr>
        <w:pStyle w:val="Zkladntext3"/>
        <w:jc w:val="both"/>
        <w:rPr>
          <w:rFonts w:asciiTheme="majorHAnsi" w:hAnsiTheme="majorHAnsi"/>
          <w:sz w:val="21"/>
          <w:szCs w:val="21"/>
        </w:rPr>
      </w:pPr>
    </w:p>
    <w:p w14:paraId="73E259FE" w14:textId="3F5FBBBB" w:rsidR="006622D7" w:rsidRPr="00DF3772" w:rsidRDefault="006622D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VI</w:t>
      </w:r>
      <w:r w:rsidR="00C3040D">
        <w:rPr>
          <w:rFonts w:asciiTheme="majorHAnsi" w:hAnsiTheme="majorHAnsi"/>
          <w:sz w:val="21"/>
          <w:szCs w:val="21"/>
        </w:rPr>
        <w:t>I</w:t>
      </w:r>
      <w:r w:rsidRPr="00DF3772">
        <w:rPr>
          <w:rFonts w:asciiTheme="majorHAnsi" w:hAnsiTheme="majorHAnsi"/>
          <w:sz w:val="21"/>
          <w:szCs w:val="21"/>
        </w:rPr>
        <w:t>. Smluvní pokuta</w:t>
      </w:r>
    </w:p>
    <w:p w14:paraId="4DA367A6" w14:textId="00B3DC00" w:rsidR="00A60941" w:rsidRPr="00E02864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Kupující má právo požadovat smluvní pokutu při nedodržení termínu dodávky dle čl</w:t>
      </w:r>
      <w:r w:rsidR="00377663">
        <w:rPr>
          <w:rFonts w:asciiTheme="majorHAnsi" w:hAnsiTheme="majorHAnsi"/>
          <w:sz w:val="21"/>
          <w:szCs w:val="21"/>
        </w:rPr>
        <w:t>.  III. této smlouvy ve výši 0,</w:t>
      </w:r>
      <w:r w:rsidR="0092481B">
        <w:rPr>
          <w:rFonts w:asciiTheme="majorHAnsi" w:hAnsiTheme="majorHAnsi"/>
          <w:sz w:val="21"/>
          <w:szCs w:val="21"/>
        </w:rPr>
        <w:t>1</w:t>
      </w:r>
      <w:r w:rsidRPr="00E02864">
        <w:rPr>
          <w:rFonts w:asciiTheme="majorHAnsi" w:hAnsiTheme="majorHAnsi"/>
          <w:sz w:val="21"/>
          <w:szCs w:val="21"/>
        </w:rPr>
        <w:t>% z celkové ceny dle čl. II. této smlouvy za každý den prodlení a prodávající je povinen požadovanou smluvní pokutu uhradit.</w:t>
      </w:r>
    </w:p>
    <w:p w14:paraId="10CC273F" w14:textId="323EEEE6"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 w:rsidRPr="001560AD">
        <w:rPr>
          <w:rFonts w:asciiTheme="majorHAnsi" w:hAnsiTheme="majorHAnsi"/>
          <w:sz w:val="21"/>
          <w:szCs w:val="21"/>
        </w:rPr>
        <w:t>Prodávající má právo požadovat smluvní pokutu při nedodržení termínu splatnosti dle č</w:t>
      </w:r>
      <w:r w:rsidR="00377663">
        <w:rPr>
          <w:rFonts w:asciiTheme="majorHAnsi" w:hAnsiTheme="majorHAnsi"/>
          <w:sz w:val="21"/>
          <w:szCs w:val="21"/>
        </w:rPr>
        <w:t>l.  V. této smlouvy ve výši 0,</w:t>
      </w:r>
      <w:r w:rsidR="0092481B">
        <w:rPr>
          <w:rFonts w:asciiTheme="majorHAnsi" w:hAnsiTheme="majorHAnsi"/>
          <w:sz w:val="21"/>
          <w:szCs w:val="21"/>
        </w:rPr>
        <w:t>1</w:t>
      </w:r>
      <w:r w:rsidRPr="001560AD">
        <w:rPr>
          <w:rFonts w:asciiTheme="majorHAnsi" w:hAnsiTheme="majorHAnsi"/>
          <w:sz w:val="21"/>
          <w:szCs w:val="21"/>
        </w:rPr>
        <w:t>% z celkové ceny dle čl.  II. této smlouvy za každý den prodlení a kupující je povinen požadovanou smluvní pokutu uhradit.</w:t>
      </w:r>
    </w:p>
    <w:p w14:paraId="030A4A7F" w14:textId="77777777"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1560AD">
        <w:rPr>
          <w:rFonts w:asciiTheme="majorHAnsi" w:hAnsiTheme="majorHAnsi" w:cs="Arial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>
        <w:rPr>
          <w:rFonts w:asciiTheme="majorHAnsi" w:hAnsiTheme="majorHAnsi" w:cs="Arial"/>
          <w:bCs/>
          <w:sz w:val="21"/>
          <w:szCs w:val="21"/>
        </w:rPr>
        <w:t>1</w:t>
      </w:r>
      <w:r w:rsidRPr="001560AD">
        <w:rPr>
          <w:rFonts w:asciiTheme="majorHAnsi" w:hAnsiTheme="majorHAnsi" w:cs="Arial"/>
          <w:bCs/>
          <w:sz w:val="21"/>
          <w:szCs w:val="21"/>
        </w:rPr>
        <w:t>.000,00</w:t>
      </w:r>
      <w:r w:rsidRPr="001560AD">
        <w:rPr>
          <w:rFonts w:asciiTheme="majorHAnsi" w:hAnsiTheme="majorHAnsi" w:cs="Arial"/>
          <w:b/>
          <w:bCs/>
          <w:sz w:val="21"/>
          <w:szCs w:val="21"/>
        </w:rPr>
        <w:t xml:space="preserve"> </w:t>
      </w:r>
      <w:r w:rsidRPr="001560AD">
        <w:rPr>
          <w:rFonts w:asciiTheme="majorHAnsi" w:hAnsiTheme="majorHAnsi" w:cs="Arial"/>
          <w:sz w:val="21"/>
          <w:szCs w:val="21"/>
        </w:rPr>
        <w:t xml:space="preserve">Kč </w:t>
      </w:r>
      <w:r w:rsidRPr="001560AD">
        <w:rPr>
          <w:rFonts w:asciiTheme="majorHAnsi" w:hAnsiTheme="majorHAnsi" w:cs="Arial"/>
          <w:color w:val="000000"/>
          <w:sz w:val="21"/>
          <w:szCs w:val="21"/>
        </w:rPr>
        <w:t>za každou vadu, u níž je prodávající v prodlení a</w:t>
      </w:r>
      <w:r w:rsidRPr="001560AD">
        <w:rPr>
          <w:rFonts w:asciiTheme="majorHAnsi" w:hAnsiTheme="majorHAnsi" w:cs="Arial"/>
          <w:sz w:val="21"/>
          <w:szCs w:val="21"/>
        </w:rPr>
        <w:t xml:space="preserve"> za každý den prodlení.</w:t>
      </w:r>
    </w:p>
    <w:p w14:paraId="3CD89CDD" w14:textId="77777777"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1560AD">
        <w:rPr>
          <w:rFonts w:asciiTheme="majorHAnsi" w:hAnsiTheme="majorHAnsi" w:cs="Arial"/>
          <w:sz w:val="21"/>
          <w:szCs w:val="21"/>
        </w:rPr>
        <w:t>Žádné ujednání o smluvní pokutě obsažené v této smlouvě se nedotýká nároku kupujícího požadovat v plné výši náhradu škody způsobené porušením povinnosti prodávajícího, na kterou se vztahuje smluvní pokuta.</w:t>
      </w:r>
    </w:p>
    <w:p w14:paraId="5D06A300" w14:textId="77777777" w:rsidR="00BB3E37" w:rsidRPr="00A60941" w:rsidRDefault="00727A16" w:rsidP="00A60941">
      <w:pPr>
        <w:pStyle w:val="Odstavecseseznamem"/>
        <w:numPr>
          <w:ilvl w:val="0"/>
          <w:numId w:val="37"/>
        </w:numPr>
        <w:overflowPunct/>
        <w:ind w:left="284" w:hanging="284"/>
        <w:jc w:val="both"/>
        <w:rPr>
          <w:rFonts w:asciiTheme="majorHAnsi" w:hAnsiTheme="majorHAnsi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>Smluvní pokuty</w:t>
      </w:r>
      <w:r w:rsidR="00A60941" w:rsidRPr="001560AD">
        <w:rPr>
          <w:rFonts w:asciiTheme="majorHAnsi" w:hAnsiTheme="majorHAnsi"/>
          <w:sz w:val="21"/>
          <w:szCs w:val="21"/>
        </w:rPr>
        <w:t xml:space="preserve"> jsou splatné do 21-ti dnů ode dne vyúčtování.</w:t>
      </w:r>
      <w:r w:rsidR="009F6963" w:rsidRPr="00A60941">
        <w:rPr>
          <w:rFonts w:asciiTheme="majorHAnsi" w:hAnsiTheme="majorHAnsi"/>
          <w:sz w:val="21"/>
          <w:szCs w:val="21"/>
        </w:rPr>
        <w:tab/>
      </w:r>
      <w:r w:rsidR="009F6963" w:rsidRPr="00A60941">
        <w:rPr>
          <w:rFonts w:asciiTheme="majorHAnsi" w:hAnsiTheme="majorHAnsi"/>
          <w:sz w:val="21"/>
          <w:szCs w:val="21"/>
        </w:rPr>
        <w:tab/>
      </w:r>
    </w:p>
    <w:p w14:paraId="6C8A8EB0" w14:textId="77777777" w:rsidR="004452F5" w:rsidRDefault="004452F5" w:rsidP="000D7D0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</w:p>
    <w:p w14:paraId="68694DEF" w14:textId="56B1CAE0" w:rsidR="00BB3E37" w:rsidRPr="00DF3772" w:rsidRDefault="006622D7" w:rsidP="000D7D0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  <w:r w:rsidRPr="00DF3772">
        <w:rPr>
          <w:rFonts w:asciiTheme="majorHAnsi" w:hAnsiTheme="majorHAnsi"/>
          <w:b/>
          <w:sz w:val="21"/>
          <w:szCs w:val="21"/>
        </w:rPr>
        <w:t>VII</w:t>
      </w:r>
      <w:r w:rsidR="00C3040D">
        <w:rPr>
          <w:rFonts w:asciiTheme="majorHAnsi" w:hAnsiTheme="majorHAnsi"/>
          <w:b/>
          <w:sz w:val="21"/>
          <w:szCs w:val="21"/>
        </w:rPr>
        <w:t>I</w:t>
      </w:r>
      <w:r w:rsidRPr="00DF3772">
        <w:rPr>
          <w:rFonts w:asciiTheme="majorHAnsi" w:hAnsiTheme="majorHAnsi"/>
          <w:b/>
          <w:sz w:val="21"/>
          <w:szCs w:val="21"/>
        </w:rPr>
        <w:t>. Další ujednání</w:t>
      </w:r>
    </w:p>
    <w:p w14:paraId="2ADFB99E" w14:textId="77777777" w:rsidR="00A60941" w:rsidRPr="00E02864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Vlastnické právo k předmětu koupě</w:t>
      </w:r>
      <w:r>
        <w:rPr>
          <w:rFonts w:asciiTheme="majorHAnsi" w:hAnsiTheme="majorHAnsi"/>
          <w:sz w:val="21"/>
          <w:szCs w:val="21"/>
        </w:rPr>
        <w:t xml:space="preserve"> </w:t>
      </w:r>
      <w:r w:rsidRPr="00E02864">
        <w:rPr>
          <w:rFonts w:asciiTheme="majorHAnsi" w:hAnsiTheme="majorHAnsi"/>
          <w:sz w:val="21"/>
          <w:szCs w:val="21"/>
        </w:rPr>
        <w:t xml:space="preserve">zboží přechází na kupujícího jeho převzetím. Tímto dnem přechází na kupujícího odpovědnost ze vzniku škod na předmětu koupě. </w:t>
      </w:r>
    </w:p>
    <w:p w14:paraId="63E0BC89" w14:textId="77777777" w:rsidR="00A60941" w:rsidRPr="00E02864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3FADC151" w14:textId="77777777" w:rsidR="00A60941" w:rsidRPr="00E02864" w:rsidRDefault="00A60941" w:rsidP="00A6094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</w:p>
    <w:p w14:paraId="07DE0956" w14:textId="7AE2AAFF" w:rsidR="00A60941" w:rsidRPr="00E02864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  <w:r>
        <w:rPr>
          <w:rFonts w:asciiTheme="majorHAnsi" w:hAnsiTheme="majorHAnsi"/>
          <w:b/>
          <w:sz w:val="21"/>
          <w:szCs w:val="21"/>
        </w:rPr>
        <w:t>IX</w:t>
      </w:r>
      <w:r w:rsidR="00A60941" w:rsidRPr="00E02864">
        <w:rPr>
          <w:rFonts w:asciiTheme="majorHAnsi" w:hAnsiTheme="majorHAnsi"/>
          <w:b/>
          <w:sz w:val="21"/>
          <w:szCs w:val="21"/>
        </w:rPr>
        <w:t>. Závěrečná ustanovení</w:t>
      </w:r>
    </w:p>
    <w:p w14:paraId="6C18D19A" w14:textId="77777777"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této smlouvy a kupující může od této smlouvy odstoupit. </w:t>
      </w:r>
    </w:p>
    <w:p w14:paraId="0F2DE4FA" w14:textId="77777777"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/>
          <w:noProof/>
          <w:sz w:val="21"/>
          <w:szCs w:val="21"/>
        </w:rPr>
        <w:t>Prodávající je povinen uchovávat veškerou dokumentaci související s realizací projektu včetně účetních dokladů minimálně do konce roku 20</w:t>
      </w:r>
      <w:r w:rsidR="00CF2BC9">
        <w:rPr>
          <w:rFonts w:asciiTheme="majorHAnsi" w:hAnsiTheme="majorHAnsi"/>
          <w:noProof/>
          <w:sz w:val="21"/>
          <w:szCs w:val="21"/>
        </w:rPr>
        <w:t>3</w:t>
      </w:r>
      <w:r w:rsidR="00393CEB">
        <w:rPr>
          <w:rFonts w:asciiTheme="majorHAnsi" w:hAnsiTheme="majorHAnsi"/>
          <w:noProof/>
          <w:sz w:val="21"/>
          <w:szCs w:val="21"/>
        </w:rPr>
        <w:t>1</w:t>
      </w:r>
      <w:r w:rsidRPr="00E02864">
        <w:rPr>
          <w:rFonts w:asciiTheme="majorHAnsi" w:hAnsiTheme="majorHAnsi"/>
          <w:noProof/>
          <w:sz w:val="21"/>
          <w:szCs w:val="21"/>
        </w:rPr>
        <w:t xml:space="preserve">. Pokud je v českých právních předpisech stanovena lhůta delší, musí prodávající  použít tuto delší lhútu.  Prodávající </w:t>
      </w:r>
      <w:r w:rsidRPr="00E02864">
        <w:rPr>
          <w:rFonts w:asciiTheme="majorHAnsi" w:hAnsiTheme="majorHAnsi" w:cs="Arial"/>
          <w:sz w:val="21"/>
          <w:szCs w:val="21"/>
        </w:rPr>
        <w:t xml:space="preserve"> je povinen minimálně do konce roku 20</w:t>
      </w:r>
      <w:r w:rsidR="00CF2BC9">
        <w:rPr>
          <w:rFonts w:asciiTheme="majorHAnsi" w:hAnsiTheme="majorHAnsi" w:cs="Arial"/>
          <w:sz w:val="21"/>
          <w:szCs w:val="21"/>
        </w:rPr>
        <w:t>3</w:t>
      </w:r>
      <w:r w:rsidR="00393CEB">
        <w:rPr>
          <w:rFonts w:asciiTheme="majorHAnsi" w:hAnsiTheme="majorHAnsi" w:cs="Arial"/>
          <w:sz w:val="21"/>
          <w:szCs w:val="21"/>
        </w:rPr>
        <w:t>1</w:t>
      </w:r>
      <w:r w:rsidRPr="00E02864">
        <w:rPr>
          <w:rFonts w:asciiTheme="majorHAnsi" w:hAnsiTheme="majorHAnsi" w:cs="Arial"/>
          <w:sz w:val="21"/>
          <w:szCs w:val="21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</w:t>
      </w:r>
      <w:r w:rsidRPr="00E02864">
        <w:rPr>
          <w:rFonts w:asciiTheme="majorHAnsi" w:hAnsiTheme="majorHAnsi" w:cs="Arial"/>
          <w:sz w:val="21"/>
          <w:szCs w:val="21"/>
        </w:rPr>
        <w:lastRenderedPageBreak/>
        <w:t>správy a dalších oprávněných orgánů státní správy) a je povinen vytvořit výše uvedeným osobám podmínky k provedení kontroly vztahující se k předmětu této kupní smlouvy  a poskytnout jim při provádění kontroly součinnost.</w:t>
      </w:r>
    </w:p>
    <w:p w14:paraId="778C6846" w14:textId="7BC592A9" w:rsidR="00BA7025" w:rsidRPr="00E02864" w:rsidRDefault="00BA7025" w:rsidP="00BA7025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Strany smlouvy se dohodly na tom, že </w:t>
      </w:r>
      <w:r w:rsidR="00F4665B">
        <w:rPr>
          <w:rFonts w:asciiTheme="majorHAnsi" w:hAnsiTheme="majorHAnsi" w:cs="Arial"/>
          <w:sz w:val="21"/>
          <w:szCs w:val="21"/>
        </w:rPr>
        <w:t>p</w:t>
      </w:r>
      <w:r w:rsidR="00F4665B" w:rsidRPr="00F4665B">
        <w:rPr>
          <w:rFonts w:asciiTheme="majorHAnsi" w:hAnsiTheme="majorHAnsi" w:cs="Arial"/>
          <w:sz w:val="21"/>
          <w:szCs w:val="21"/>
        </w:rPr>
        <w:t>latnosti nabude smlouva dnem podpisu a účinnosti nabude smlouva dnem zveřejnění smlouvy v registru smluv</w:t>
      </w:r>
      <w:r w:rsidR="004C2AAE">
        <w:rPr>
          <w:rFonts w:asciiTheme="majorHAnsi" w:hAnsiTheme="majorHAnsi" w:cs="Arial"/>
          <w:sz w:val="21"/>
          <w:szCs w:val="21"/>
        </w:rPr>
        <w:t>.</w:t>
      </w:r>
    </w:p>
    <w:p w14:paraId="60892A35" w14:textId="77777777" w:rsidR="00BA7025" w:rsidRPr="00E02864" w:rsidRDefault="00BA7025" w:rsidP="00BA7025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Smluvní strany souhlasí s uveřejněním v registru smluv dle zákona č. 340/2015 Sb., o registru smluv, v platném znění. Smluvní strany souhlasí s tím, že v registru smluv bude zveřejněn celý rozsah smlouvy, a to na dobu neurčitou. </w:t>
      </w:r>
      <w:r>
        <w:rPr>
          <w:rFonts w:asciiTheme="majorHAnsi" w:hAnsiTheme="majorHAnsi" w:cs="Arial"/>
          <w:sz w:val="21"/>
          <w:szCs w:val="21"/>
        </w:rPr>
        <w:t xml:space="preserve"> Smlouvu do registru smluv odešle kupující.</w:t>
      </w:r>
    </w:p>
    <w:p w14:paraId="59BDDAB1" w14:textId="77777777"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Změnit nebo doplnit tuto smlouvu mohou smluvní strany jen po vzájemné dohodě, a to formou písemných dodatků. </w:t>
      </w:r>
    </w:p>
    <w:p w14:paraId="637B8F24" w14:textId="77777777"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Kupující a prodávající jsou oprávněni odstoupit od této smlouvy v případech stanovených v občanském zákoníku a v případech uvedených v této smlouvě. </w:t>
      </w:r>
    </w:p>
    <w:p w14:paraId="162F45ED" w14:textId="77777777"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>Smluvní strany prohlašují, že si tuto smlouvu před jejím podpisem přečetly a že byla uzavřena podle jejich pravé a svobodné vůle, což stvrzují svými podpisy. Smlouva je vyhotovena v</w:t>
      </w:r>
      <w:r w:rsidR="00CF3C1F">
        <w:rPr>
          <w:rFonts w:asciiTheme="majorHAnsi" w:hAnsiTheme="majorHAnsi" w:cs="Arial"/>
          <w:sz w:val="21"/>
          <w:szCs w:val="21"/>
        </w:rPr>
        <w:t>e</w:t>
      </w:r>
      <w:r w:rsidRPr="00E02864">
        <w:rPr>
          <w:rFonts w:asciiTheme="majorHAnsi" w:hAnsiTheme="majorHAnsi" w:cs="Arial"/>
          <w:sz w:val="21"/>
          <w:szCs w:val="21"/>
        </w:rPr>
        <w:t> </w:t>
      </w:r>
      <w:r w:rsidR="00CF3C1F">
        <w:rPr>
          <w:rFonts w:asciiTheme="majorHAnsi" w:hAnsiTheme="majorHAnsi" w:cs="Arial"/>
          <w:sz w:val="21"/>
          <w:szCs w:val="21"/>
        </w:rPr>
        <w:t>3</w:t>
      </w:r>
      <w:r w:rsidRPr="00E02864">
        <w:rPr>
          <w:rFonts w:asciiTheme="majorHAnsi" w:hAnsiTheme="majorHAnsi" w:cs="Arial"/>
          <w:sz w:val="21"/>
          <w:szCs w:val="21"/>
        </w:rPr>
        <w:t xml:space="preserve"> stejnopisech, přičemž kupující obdrží </w:t>
      </w:r>
      <w:r w:rsidR="00CF3C1F">
        <w:rPr>
          <w:rFonts w:asciiTheme="majorHAnsi" w:hAnsiTheme="majorHAnsi" w:cs="Arial"/>
          <w:sz w:val="21"/>
          <w:szCs w:val="21"/>
        </w:rPr>
        <w:t>2</w:t>
      </w:r>
      <w:r w:rsidRPr="00E02864">
        <w:rPr>
          <w:rFonts w:asciiTheme="majorHAnsi" w:hAnsiTheme="majorHAnsi" w:cs="Arial"/>
          <w:sz w:val="21"/>
          <w:szCs w:val="21"/>
        </w:rPr>
        <w:t xml:space="preserve"> vyhotovení a prodávající 1 vyhotovení.</w:t>
      </w:r>
    </w:p>
    <w:p w14:paraId="2E9A5384" w14:textId="77777777" w:rsidR="00A60941" w:rsidRPr="00E02864" w:rsidRDefault="00A60941" w:rsidP="00A60941">
      <w:pPr>
        <w:pStyle w:val="Odstavecseseznamem"/>
        <w:numPr>
          <w:ilvl w:val="0"/>
          <w:numId w:val="41"/>
        </w:numPr>
        <w:ind w:left="284" w:hanging="426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Přílohu smlouvy a její nedílnou součást tvoří:</w:t>
      </w:r>
    </w:p>
    <w:p w14:paraId="7182AE31" w14:textId="1A0ED228" w:rsidR="00A60941" w:rsidRDefault="00A60941" w:rsidP="00A60941">
      <w:pPr>
        <w:pStyle w:val="Bezmezer"/>
        <w:numPr>
          <w:ilvl w:val="0"/>
          <w:numId w:val="42"/>
        </w:numPr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Položkový rozpočet</w:t>
      </w:r>
    </w:p>
    <w:p w14:paraId="5E923C26" w14:textId="12A7B833" w:rsidR="00C31E06" w:rsidRDefault="00C31E06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sz w:val="21"/>
          <w:szCs w:val="21"/>
        </w:rPr>
      </w:pPr>
    </w:p>
    <w:p w14:paraId="47523998" w14:textId="77777777" w:rsidR="00BA7025" w:rsidRDefault="00BA7025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sz w:val="21"/>
          <w:szCs w:val="21"/>
        </w:rPr>
      </w:pPr>
    </w:p>
    <w:tbl>
      <w:tblPr>
        <w:tblStyle w:val="Mkatabulky"/>
        <w:tblW w:w="8810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5"/>
        <w:gridCol w:w="4405"/>
      </w:tblGrid>
      <w:tr w:rsidR="004C2AAE" w:rsidRPr="00DF3772" w14:paraId="1FCAC244" w14:textId="77777777" w:rsidTr="004C2AAE">
        <w:tc>
          <w:tcPr>
            <w:tcW w:w="4405" w:type="dxa"/>
          </w:tcPr>
          <w:p w14:paraId="35EF54B1" w14:textId="29BB983B" w:rsidR="004C2AAE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V </w:t>
            </w:r>
            <w:r w:rsidR="00890230">
              <w:rPr>
                <w:rFonts w:ascii="Cambria" w:hAnsi="Cambria"/>
                <w:sz w:val="20"/>
                <w:szCs w:val="22"/>
              </w:rPr>
              <w:t>Bohumíně</w:t>
            </w:r>
            <w:r>
              <w:rPr>
                <w:rFonts w:ascii="Cambria" w:hAnsi="Cambria"/>
                <w:sz w:val="20"/>
                <w:szCs w:val="22"/>
              </w:rPr>
              <w:t xml:space="preserve"> </w:t>
            </w:r>
            <w:r w:rsidRPr="00B86AE9">
              <w:rPr>
                <w:rFonts w:ascii="Cambria" w:hAnsi="Cambria"/>
                <w:sz w:val="20"/>
                <w:szCs w:val="22"/>
              </w:rPr>
              <w:t>dne:</w:t>
            </w:r>
          </w:p>
        </w:tc>
        <w:tc>
          <w:tcPr>
            <w:tcW w:w="4405" w:type="dxa"/>
          </w:tcPr>
          <w:p w14:paraId="730EF49B" w14:textId="77777777" w:rsidR="004C2AAE" w:rsidRPr="00DF3772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4C2AAE" w:rsidRPr="00DF3772" w14:paraId="7E1DA37E" w14:textId="77777777" w:rsidTr="004C2AAE">
        <w:tc>
          <w:tcPr>
            <w:tcW w:w="4405" w:type="dxa"/>
          </w:tcPr>
          <w:p w14:paraId="043725A7" w14:textId="1F90EA73" w:rsidR="004C2AAE" w:rsidRPr="00DF3772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  <w:r w:rsidRPr="00DF3772">
              <w:rPr>
                <w:rFonts w:asciiTheme="majorHAnsi" w:hAnsiTheme="majorHAnsi"/>
                <w:sz w:val="21"/>
                <w:szCs w:val="21"/>
              </w:rPr>
              <w:t>Kupující:</w:t>
            </w:r>
          </w:p>
        </w:tc>
        <w:tc>
          <w:tcPr>
            <w:tcW w:w="4405" w:type="dxa"/>
          </w:tcPr>
          <w:p w14:paraId="3F74C7B1" w14:textId="77777777" w:rsidR="004C2AAE" w:rsidRPr="00DF3772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  <w:r w:rsidRPr="00DF3772">
              <w:rPr>
                <w:rFonts w:asciiTheme="majorHAnsi" w:hAnsiTheme="majorHAnsi"/>
                <w:sz w:val="21"/>
                <w:szCs w:val="21"/>
              </w:rPr>
              <w:t>Prodávající:</w:t>
            </w:r>
          </w:p>
        </w:tc>
      </w:tr>
      <w:tr w:rsidR="004C2AAE" w:rsidRPr="00DF3772" w14:paraId="364C8CB8" w14:textId="77777777" w:rsidTr="004C2AAE">
        <w:tc>
          <w:tcPr>
            <w:tcW w:w="4405" w:type="dxa"/>
          </w:tcPr>
          <w:p w14:paraId="157F1153" w14:textId="77777777" w:rsidR="004C2AAE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  <w:p w14:paraId="46C864EF" w14:textId="77777777" w:rsidR="004C2AAE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  <w:p w14:paraId="10D4FF1E" w14:textId="77777777" w:rsidR="004C2AAE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  <w:p w14:paraId="564BD0A7" w14:textId="77777777" w:rsidR="004C2AAE" w:rsidRPr="00DF3772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  <w:p w14:paraId="35907DB2" w14:textId="77777777" w:rsidR="004C2AAE" w:rsidRPr="00DF3772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>…………………………………………</w:t>
            </w:r>
          </w:p>
          <w:p w14:paraId="33E8A621" w14:textId="57BAAEE2" w:rsidR="004C2AAE" w:rsidRDefault="00890230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  <w:r>
              <w:rPr>
                <w:rFonts w:ascii="Cambria" w:hAnsi="Cambria" w:cs="Arial"/>
                <w:sz w:val="20"/>
                <w:szCs w:val="22"/>
              </w:rPr>
              <w:t>Mgr. Adrian Kuder, ředitel</w:t>
            </w:r>
          </w:p>
        </w:tc>
        <w:tc>
          <w:tcPr>
            <w:tcW w:w="4405" w:type="dxa"/>
          </w:tcPr>
          <w:p w14:paraId="6D9A36AF" w14:textId="77777777" w:rsidR="004C2AAE" w:rsidRPr="00DF3772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</w:p>
          <w:p w14:paraId="5030CCC3" w14:textId="77777777" w:rsidR="004C2AAE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</w:p>
          <w:p w14:paraId="7B2C31F9" w14:textId="77777777" w:rsidR="004C2AAE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</w:p>
          <w:p w14:paraId="69861531" w14:textId="77777777" w:rsidR="004C2AAE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</w:p>
          <w:p w14:paraId="750F9DA9" w14:textId="77777777" w:rsidR="004C2AAE" w:rsidRPr="00DF3772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>…………………………………………</w:t>
            </w:r>
          </w:p>
          <w:p w14:paraId="732044C4" w14:textId="4E75ABBC" w:rsidR="004C2AAE" w:rsidRPr="007536B5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  <w:r w:rsidRPr="002A4BA9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2A4BA9">
              <w:rPr>
                <w:rFonts w:asciiTheme="majorHAnsi" w:hAnsiTheme="majorHAnsi" w:cs="Arial"/>
                <w:sz w:val="21"/>
                <w:szCs w:val="21"/>
                <w:highlight w:val="yellow"/>
              </w:rPr>
              <w:instrText xml:space="preserve"> FORMTEXT </w:instrText>
            </w:r>
            <w:r w:rsidRPr="002A4BA9">
              <w:rPr>
                <w:rFonts w:asciiTheme="majorHAnsi" w:hAnsiTheme="majorHAnsi" w:cs="Arial"/>
                <w:sz w:val="21"/>
                <w:szCs w:val="21"/>
                <w:highlight w:val="yellow"/>
              </w:rPr>
            </w:r>
            <w:r w:rsidRPr="002A4BA9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separate"/>
            </w:r>
            <w:r w:rsidR="00543B1F">
              <w:rPr>
                <w:rFonts w:asciiTheme="majorHAnsi" w:hAnsiTheme="majorHAnsi" w:cs="Arial"/>
                <w:noProof/>
                <w:sz w:val="21"/>
                <w:szCs w:val="21"/>
                <w:highlight w:val="yellow"/>
              </w:rPr>
              <w:t>DOPLNÍ ÚČASTNÍK</w:t>
            </w:r>
            <w:r w:rsidRPr="002A4BA9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4C2AAE" w:rsidRPr="00DF3772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DF3772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sz w:val="21"/>
          <w:szCs w:val="21"/>
        </w:rPr>
      </w:pPr>
    </w:p>
    <w:sectPr w:rsidR="00EC1C4E" w:rsidRPr="00DF3772" w:rsidSect="0034239D">
      <w:footerReference w:type="even" r:id="rId8"/>
      <w:footerReference w:type="default" r:id="rId9"/>
      <w:headerReference w:type="first" r:id="rId10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8F3FE5" w14:textId="77777777" w:rsidR="007E59B9" w:rsidRDefault="007E59B9">
      <w:r>
        <w:separator/>
      </w:r>
    </w:p>
  </w:endnote>
  <w:endnote w:type="continuationSeparator" w:id="0">
    <w:p w14:paraId="7CCD57BB" w14:textId="77777777" w:rsidR="007E59B9" w:rsidRDefault="007E5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861F25" w:rsidRDefault="00EA6DB9" w:rsidP="00861F25">
    <w:pPr>
      <w:pStyle w:val="Zpat"/>
      <w:jc w:val="right"/>
      <w:rPr>
        <w:rFonts w:asciiTheme="majorHAnsi" w:hAnsiTheme="majorHAnsi"/>
      </w:rPr>
    </w:pPr>
    <w:r w:rsidRPr="00861F25">
      <w:rPr>
        <w:rFonts w:asciiTheme="majorHAnsi" w:hAnsiTheme="majorHAnsi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861F25">
      <w:rPr>
        <w:rFonts w:asciiTheme="majorHAnsi" w:hAnsiTheme="majorHAnsi"/>
      </w:rPr>
      <w:t xml:space="preserve">Strana </w:t>
    </w:r>
    <w:r w:rsidR="00BD7D58" w:rsidRPr="00861F25">
      <w:rPr>
        <w:rFonts w:asciiTheme="majorHAnsi" w:hAnsiTheme="majorHAnsi"/>
      </w:rPr>
      <w:fldChar w:fldCharType="begin"/>
    </w:r>
    <w:r w:rsidR="00BD7D58" w:rsidRPr="00861F25">
      <w:rPr>
        <w:rFonts w:asciiTheme="majorHAnsi" w:hAnsiTheme="majorHAnsi"/>
      </w:rPr>
      <w:instrText xml:space="preserve"> PAGE </w:instrText>
    </w:r>
    <w:r w:rsidR="00BD7D58" w:rsidRPr="00861F25">
      <w:rPr>
        <w:rFonts w:asciiTheme="majorHAnsi" w:hAnsiTheme="majorHAnsi"/>
      </w:rPr>
      <w:fldChar w:fldCharType="separate"/>
    </w:r>
    <w:r w:rsidR="008A3F09" w:rsidRPr="00861F25">
      <w:rPr>
        <w:rFonts w:asciiTheme="majorHAnsi" w:hAnsiTheme="majorHAnsi"/>
        <w:noProof/>
      </w:rPr>
      <w:t>4</w:t>
    </w:r>
    <w:r w:rsidR="00BD7D58" w:rsidRPr="00861F25">
      <w:rPr>
        <w:rFonts w:asciiTheme="majorHAnsi" w:hAnsiTheme="majorHAnsi"/>
        <w:noProof/>
      </w:rPr>
      <w:fldChar w:fldCharType="end"/>
    </w:r>
    <w:r w:rsidR="00B279FA" w:rsidRPr="00861F25">
      <w:rPr>
        <w:rFonts w:asciiTheme="majorHAnsi" w:hAnsiTheme="majorHAnsi"/>
      </w:rPr>
      <w:t xml:space="preserve"> (celkem </w:t>
    </w:r>
    <w:r w:rsidR="001A39CC" w:rsidRPr="00861F25">
      <w:rPr>
        <w:rFonts w:asciiTheme="majorHAnsi" w:hAnsiTheme="majorHAnsi"/>
      </w:rPr>
      <w:fldChar w:fldCharType="begin"/>
    </w:r>
    <w:r w:rsidR="001A39CC" w:rsidRPr="00861F25">
      <w:rPr>
        <w:rFonts w:asciiTheme="majorHAnsi" w:hAnsiTheme="majorHAnsi"/>
      </w:rPr>
      <w:instrText xml:space="preserve"> NUMPAGES </w:instrText>
    </w:r>
    <w:r w:rsidR="001A39CC" w:rsidRPr="00861F25">
      <w:rPr>
        <w:rFonts w:asciiTheme="majorHAnsi" w:hAnsiTheme="majorHAnsi"/>
      </w:rPr>
      <w:fldChar w:fldCharType="separate"/>
    </w:r>
    <w:r w:rsidR="008A3F09" w:rsidRPr="00861F25">
      <w:rPr>
        <w:rFonts w:asciiTheme="majorHAnsi" w:hAnsiTheme="majorHAnsi"/>
        <w:noProof/>
      </w:rPr>
      <w:t>5</w:t>
    </w:r>
    <w:r w:rsidR="001A39CC" w:rsidRPr="00861F25">
      <w:rPr>
        <w:rFonts w:asciiTheme="majorHAnsi" w:hAnsiTheme="majorHAnsi"/>
        <w:noProof/>
      </w:rPr>
      <w:fldChar w:fldCharType="end"/>
    </w:r>
    <w:r w:rsidR="00B279FA" w:rsidRPr="00861F25">
      <w:rPr>
        <w:rFonts w:asciiTheme="majorHAnsi" w:hAnsiTheme="majorHAnsi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17D3E5" w14:textId="77777777" w:rsidR="007E59B9" w:rsidRDefault="007E59B9">
      <w:r>
        <w:separator/>
      </w:r>
    </w:p>
  </w:footnote>
  <w:footnote w:type="continuationSeparator" w:id="0">
    <w:p w14:paraId="2B9E081D" w14:textId="77777777" w:rsidR="007E59B9" w:rsidRDefault="007E5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6B7DF" w14:textId="0EAA53F4" w:rsidR="0034239D" w:rsidRPr="0034239D" w:rsidRDefault="0034239D" w:rsidP="0034239D">
    <w:pPr>
      <w:pStyle w:val="Bezmezer"/>
      <w:jc w:val="right"/>
      <w:rPr>
        <w:rFonts w:asciiTheme="majorHAnsi" w:hAnsiTheme="majorHAnsi"/>
        <w:i/>
        <w:iCs/>
      </w:rPr>
    </w:pPr>
    <w:r w:rsidRPr="0034239D">
      <w:rPr>
        <w:rFonts w:asciiTheme="majorHAnsi" w:hAnsiTheme="majorHAnsi"/>
        <w:i/>
        <w:iCs/>
      </w:rPr>
      <w:t xml:space="preserve">Příloha č. </w:t>
    </w:r>
    <w:r w:rsidR="00DD4EE9">
      <w:rPr>
        <w:rFonts w:asciiTheme="majorHAnsi" w:hAnsiTheme="majorHAnsi"/>
        <w:i/>
        <w:iCs/>
      </w:rPr>
      <w:t>2</w:t>
    </w:r>
    <w:r w:rsidR="005A6F68">
      <w:rPr>
        <w:rFonts w:asciiTheme="majorHAnsi" w:hAnsiTheme="majorHAnsi"/>
        <w:i/>
        <w:iCs/>
      </w:rPr>
      <w:t>c</w:t>
    </w:r>
    <w:r w:rsidRPr="0034239D">
      <w:rPr>
        <w:rFonts w:asciiTheme="majorHAnsi" w:hAnsiTheme="majorHAnsi"/>
        <w:i/>
        <w:iCs/>
      </w:rPr>
      <w:t xml:space="preserve"> ZD</w:t>
    </w:r>
  </w:p>
  <w:p w14:paraId="38B8DCB3" w14:textId="4AD07FC6" w:rsidR="0034239D" w:rsidRPr="0034239D" w:rsidRDefault="00B63D31" w:rsidP="0034239D">
    <w:pPr>
      <w:pStyle w:val="Bezmezer"/>
      <w:jc w:val="right"/>
      <w:rPr>
        <w:rFonts w:asciiTheme="majorHAnsi" w:hAnsiTheme="majorHAnsi"/>
        <w:i/>
        <w:iCs/>
      </w:rPr>
    </w:pPr>
    <w:r>
      <w:rPr>
        <w:rFonts w:asciiTheme="majorHAnsi" w:hAnsiTheme="majorHAnsi"/>
        <w:i/>
        <w:iCs/>
      </w:rPr>
      <w:t>Kupní smlouva</w:t>
    </w:r>
    <w:r w:rsidR="000E179A">
      <w:rPr>
        <w:rFonts w:asciiTheme="majorHAnsi" w:hAnsiTheme="majorHAnsi"/>
        <w:i/>
        <w:iCs/>
      </w:rPr>
      <w:t xml:space="preserve"> pro </w:t>
    </w:r>
    <w:r w:rsidR="005A6F68">
      <w:rPr>
        <w:rFonts w:asciiTheme="majorHAnsi" w:hAnsiTheme="majorHAnsi"/>
        <w:i/>
        <w:iCs/>
      </w:rPr>
      <w:t>3</w:t>
    </w:r>
    <w:r w:rsidR="000E179A">
      <w:rPr>
        <w:rFonts w:asciiTheme="majorHAnsi" w:hAnsiTheme="majorHAnsi"/>
        <w:i/>
        <w:iCs/>
      </w:rPr>
      <w:t>. část VZ „</w:t>
    </w:r>
    <w:r w:rsidR="005A6F68">
      <w:rPr>
        <w:rFonts w:asciiTheme="majorHAnsi" w:hAnsiTheme="majorHAnsi"/>
        <w:i/>
        <w:iCs/>
      </w:rPr>
      <w:t>Učební pomůcky</w:t>
    </w:r>
    <w:r w:rsidR="000E179A">
      <w:rPr>
        <w:rFonts w:asciiTheme="majorHAnsi" w:hAnsiTheme="majorHAnsi"/>
        <w:i/>
        <w:iCs/>
      </w:rPr>
      <w:t>“</w:t>
    </w:r>
    <w:r w:rsidR="0034239D" w:rsidRPr="0034239D">
      <w:rPr>
        <w:rFonts w:asciiTheme="majorHAnsi" w:hAnsiTheme="majorHAnsi"/>
        <w:i/>
        <w:iCs/>
      </w:rPr>
      <w:t xml:space="preserve"> - 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5050D"/>
    <w:multiLevelType w:val="hybridMultilevel"/>
    <w:tmpl w:val="36AA76CE"/>
    <w:lvl w:ilvl="0" w:tplc="46DCCE8A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F676C60"/>
    <w:multiLevelType w:val="hybridMultilevel"/>
    <w:tmpl w:val="DEFCFC10"/>
    <w:lvl w:ilvl="0" w:tplc="BF107E98">
      <w:start w:val="1"/>
      <w:numFmt w:val="decimal"/>
      <w:lvlText w:val="%1."/>
      <w:lvlJc w:val="left"/>
      <w:pPr>
        <w:ind w:left="1440" w:hanging="360"/>
      </w:pPr>
      <w:rPr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9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5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9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11"/>
  </w:num>
  <w:num w:numId="3">
    <w:abstractNumId w:val="12"/>
  </w:num>
  <w:num w:numId="4">
    <w:abstractNumId w:val="2"/>
  </w:num>
  <w:num w:numId="5">
    <w:abstractNumId w:val="16"/>
  </w:num>
  <w:num w:numId="6">
    <w:abstractNumId w:val="20"/>
  </w:num>
  <w:num w:numId="7">
    <w:abstractNumId w:val="34"/>
  </w:num>
  <w:num w:numId="8">
    <w:abstractNumId w:val="21"/>
  </w:num>
  <w:num w:numId="9">
    <w:abstractNumId w:val="19"/>
  </w:num>
  <w:num w:numId="10">
    <w:abstractNumId w:val="31"/>
  </w:num>
  <w:num w:numId="11">
    <w:abstractNumId w:val="13"/>
  </w:num>
  <w:num w:numId="12">
    <w:abstractNumId w:val="8"/>
  </w:num>
  <w:num w:numId="13">
    <w:abstractNumId w:val="5"/>
  </w:num>
  <w:num w:numId="14">
    <w:abstractNumId w:val="38"/>
  </w:num>
  <w:num w:numId="15">
    <w:abstractNumId w:val="17"/>
  </w:num>
  <w:num w:numId="16">
    <w:abstractNumId w:val="39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8"/>
  </w:num>
  <w:num w:numId="20">
    <w:abstractNumId w:val="8"/>
    <w:lvlOverride w:ilvl="0">
      <w:startOverride w:val="1"/>
    </w:lvlOverride>
    <w:lvlOverride w:ilvl="1">
      <w:startOverride w:val="7"/>
    </w:lvlOverride>
  </w:num>
  <w:num w:numId="2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35"/>
  </w:num>
  <w:num w:numId="24">
    <w:abstractNumId w:val="29"/>
  </w:num>
  <w:num w:numId="25">
    <w:abstractNumId w:val="24"/>
  </w:num>
  <w:num w:numId="26">
    <w:abstractNumId w:val="14"/>
  </w:num>
  <w:num w:numId="27">
    <w:abstractNumId w:val="25"/>
  </w:num>
  <w:num w:numId="28">
    <w:abstractNumId w:val="22"/>
  </w:num>
  <w:num w:numId="29">
    <w:abstractNumId w:val="7"/>
  </w:num>
  <w:num w:numId="30">
    <w:abstractNumId w:val="37"/>
  </w:num>
  <w:num w:numId="31">
    <w:abstractNumId w:val="3"/>
  </w:num>
  <w:num w:numId="32">
    <w:abstractNumId w:val="4"/>
  </w:num>
  <w:num w:numId="33">
    <w:abstractNumId w:val="30"/>
  </w:num>
  <w:num w:numId="34">
    <w:abstractNumId w:val="23"/>
  </w:num>
  <w:num w:numId="35">
    <w:abstractNumId w:val="33"/>
  </w:num>
  <w:num w:numId="36">
    <w:abstractNumId w:val="0"/>
  </w:num>
  <w:num w:numId="37">
    <w:abstractNumId w:val="26"/>
  </w:num>
  <w:num w:numId="38">
    <w:abstractNumId w:val="32"/>
  </w:num>
  <w:num w:numId="39">
    <w:abstractNumId w:val="36"/>
  </w:num>
  <w:num w:numId="40">
    <w:abstractNumId w:val="1"/>
  </w:num>
  <w:num w:numId="41">
    <w:abstractNumId w:val="9"/>
  </w:num>
  <w:num w:numId="42">
    <w:abstractNumId w:val="15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tJt9KTnzBJ2iD/3glZV23Xudzgv492MlzqzrwCLgAhfqXeGY24Lk641TIzpRCrGbluuzNBsBEwjQpmBAJSe/Q==" w:salt="W5QeGxW2Am71zPFKtDXSng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278A"/>
    <w:rsid w:val="00003B8C"/>
    <w:rsid w:val="0000531B"/>
    <w:rsid w:val="000438CB"/>
    <w:rsid w:val="00051555"/>
    <w:rsid w:val="000558CE"/>
    <w:rsid w:val="00060275"/>
    <w:rsid w:val="00060A4B"/>
    <w:rsid w:val="00060BB3"/>
    <w:rsid w:val="00064680"/>
    <w:rsid w:val="000668F0"/>
    <w:rsid w:val="000701A1"/>
    <w:rsid w:val="000716E1"/>
    <w:rsid w:val="00082826"/>
    <w:rsid w:val="00090EBA"/>
    <w:rsid w:val="00091DEC"/>
    <w:rsid w:val="00097305"/>
    <w:rsid w:val="000A400A"/>
    <w:rsid w:val="000A5B8E"/>
    <w:rsid w:val="000B0FD3"/>
    <w:rsid w:val="000B469B"/>
    <w:rsid w:val="000B51B2"/>
    <w:rsid w:val="000B7ACD"/>
    <w:rsid w:val="000C390A"/>
    <w:rsid w:val="000D1102"/>
    <w:rsid w:val="000D4920"/>
    <w:rsid w:val="000D5284"/>
    <w:rsid w:val="000D6C9F"/>
    <w:rsid w:val="000D7D01"/>
    <w:rsid w:val="000E00FE"/>
    <w:rsid w:val="000E179A"/>
    <w:rsid w:val="000E1EDB"/>
    <w:rsid w:val="000E20DC"/>
    <w:rsid w:val="000E2966"/>
    <w:rsid w:val="000E47BA"/>
    <w:rsid w:val="000E56CD"/>
    <w:rsid w:val="000F1A1E"/>
    <w:rsid w:val="000F22B0"/>
    <w:rsid w:val="000F2EEB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58C5"/>
    <w:rsid w:val="0013612F"/>
    <w:rsid w:val="0014598B"/>
    <w:rsid w:val="00145A37"/>
    <w:rsid w:val="00146CFE"/>
    <w:rsid w:val="00147FD2"/>
    <w:rsid w:val="0015026C"/>
    <w:rsid w:val="00151B46"/>
    <w:rsid w:val="00151CC2"/>
    <w:rsid w:val="00153050"/>
    <w:rsid w:val="00160C26"/>
    <w:rsid w:val="00160E5B"/>
    <w:rsid w:val="00161F02"/>
    <w:rsid w:val="001634DC"/>
    <w:rsid w:val="00165180"/>
    <w:rsid w:val="0017468C"/>
    <w:rsid w:val="0017588A"/>
    <w:rsid w:val="00180D6A"/>
    <w:rsid w:val="001851B0"/>
    <w:rsid w:val="0019094A"/>
    <w:rsid w:val="00191E91"/>
    <w:rsid w:val="0019431A"/>
    <w:rsid w:val="001A39CC"/>
    <w:rsid w:val="001A47A4"/>
    <w:rsid w:val="001B7964"/>
    <w:rsid w:val="001C3273"/>
    <w:rsid w:val="001C35A2"/>
    <w:rsid w:val="001C4485"/>
    <w:rsid w:val="001C4AB3"/>
    <w:rsid w:val="001C61AC"/>
    <w:rsid w:val="001D3FB6"/>
    <w:rsid w:val="001E12C4"/>
    <w:rsid w:val="001E638A"/>
    <w:rsid w:val="001F14A2"/>
    <w:rsid w:val="001F3F21"/>
    <w:rsid w:val="001F4A92"/>
    <w:rsid w:val="001F7272"/>
    <w:rsid w:val="002019D5"/>
    <w:rsid w:val="00204E1A"/>
    <w:rsid w:val="002066C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3B52"/>
    <w:rsid w:val="00274BE8"/>
    <w:rsid w:val="002751CD"/>
    <w:rsid w:val="00276BA1"/>
    <w:rsid w:val="00277AD2"/>
    <w:rsid w:val="00284F27"/>
    <w:rsid w:val="00296FDD"/>
    <w:rsid w:val="002A4BA9"/>
    <w:rsid w:val="002A530E"/>
    <w:rsid w:val="002A74CB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03E"/>
    <w:rsid w:val="00304163"/>
    <w:rsid w:val="00306100"/>
    <w:rsid w:val="00307162"/>
    <w:rsid w:val="003266FB"/>
    <w:rsid w:val="0033634A"/>
    <w:rsid w:val="0033793E"/>
    <w:rsid w:val="003415BD"/>
    <w:rsid w:val="0034239D"/>
    <w:rsid w:val="00343D1C"/>
    <w:rsid w:val="003519AE"/>
    <w:rsid w:val="00361E32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7FB0"/>
    <w:rsid w:val="003D0909"/>
    <w:rsid w:val="003D5205"/>
    <w:rsid w:val="003D59C4"/>
    <w:rsid w:val="003E2CA1"/>
    <w:rsid w:val="003E6A92"/>
    <w:rsid w:val="003F396C"/>
    <w:rsid w:val="003F4FC2"/>
    <w:rsid w:val="0040000E"/>
    <w:rsid w:val="004031D0"/>
    <w:rsid w:val="004039CB"/>
    <w:rsid w:val="00404DFC"/>
    <w:rsid w:val="00406DE5"/>
    <w:rsid w:val="00412CCD"/>
    <w:rsid w:val="00416A18"/>
    <w:rsid w:val="00426905"/>
    <w:rsid w:val="00432B6A"/>
    <w:rsid w:val="00434ECE"/>
    <w:rsid w:val="00434FD0"/>
    <w:rsid w:val="00436F57"/>
    <w:rsid w:val="00440574"/>
    <w:rsid w:val="004452F5"/>
    <w:rsid w:val="00446511"/>
    <w:rsid w:val="00447967"/>
    <w:rsid w:val="00451BBC"/>
    <w:rsid w:val="00452049"/>
    <w:rsid w:val="00460F51"/>
    <w:rsid w:val="00462B44"/>
    <w:rsid w:val="00464A32"/>
    <w:rsid w:val="0047004A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44D8"/>
    <w:rsid w:val="004C2AAE"/>
    <w:rsid w:val="004C7081"/>
    <w:rsid w:val="004D1D5D"/>
    <w:rsid w:val="004D52F5"/>
    <w:rsid w:val="004D67FE"/>
    <w:rsid w:val="004E09BD"/>
    <w:rsid w:val="004E0FB4"/>
    <w:rsid w:val="004E20C8"/>
    <w:rsid w:val="004E4343"/>
    <w:rsid w:val="004F0CCD"/>
    <w:rsid w:val="004F6F54"/>
    <w:rsid w:val="005007E5"/>
    <w:rsid w:val="005068B9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40C3C"/>
    <w:rsid w:val="00543B1F"/>
    <w:rsid w:val="0054755B"/>
    <w:rsid w:val="00556F67"/>
    <w:rsid w:val="0056452B"/>
    <w:rsid w:val="0056698C"/>
    <w:rsid w:val="00566C83"/>
    <w:rsid w:val="00567FAA"/>
    <w:rsid w:val="0057164E"/>
    <w:rsid w:val="005717D6"/>
    <w:rsid w:val="0057343C"/>
    <w:rsid w:val="00585232"/>
    <w:rsid w:val="005926DB"/>
    <w:rsid w:val="005A0C36"/>
    <w:rsid w:val="005A111B"/>
    <w:rsid w:val="005A57AB"/>
    <w:rsid w:val="005A58A1"/>
    <w:rsid w:val="005A6F68"/>
    <w:rsid w:val="005B4128"/>
    <w:rsid w:val="005C4B0C"/>
    <w:rsid w:val="005D0C5B"/>
    <w:rsid w:val="005D1737"/>
    <w:rsid w:val="005D3BC3"/>
    <w:rsid w:val="005E021A"/>
    <w:rsid w:val="005E2A5D"/>
    <w:rsid w:val="005E2D77"/>
    <w:rsid w:val="005E4C63"/>
    <w:rsid w:val="005E7D8F"/>
    <w:rsid w:val="00614B00"/>
    <w:rsid w:val="00620CEA"/>
    <w:rsid w:val="006344E8"/>
    <w:rsid w:val="00637AA2"/>
    <w:rsid w:val="00640AE3"/>
    <w:rsid w:val="00646CF9"/>
    <w:rsid w:val="00650AA6"/>
    <w:rsid w:val="006523DB"/>
    <w:rsid w:val="006531F9"/>
    <w:rsid w:val="0065414E"/>
    <w:rsid w:val="0065783B"/>
    <w:rsid w:val="006622D7"/>
    <w:rsid w:val="006723DC"/>
    <w:rsid w:val="00672F02"/>
    <w:rsid w:val="0068164C"/>
    <w:rsid w:val="00686D2E"/>
    <w:rsid w:val="00694ECC"/>
    <w:rsid w:val="006A03D0"/>
    <w:rsid w:val="006A1966"/>
    <w:rsid w:val="006A6278"/>
    <w:rsid w:val="006D0C62"/>
    <w:rsid w:val="006D14BF"/>
    <w:rsid w:val="006D5D10"/>
    <w:rsid w:val="006E3335"/>
    <w:rsid w:val="006E5B24"/>
    <w:rsid w:val="006E6183"/>
    <w:rsid w:val="006F1F93"/>
    <w:rsid w:val="00703E2D"/>
    <w:rsid w:val="00707222"/>
    <w:rsid w:val="0071658F"/>
    <w:rsid w:val="007220D1"/>
    <w:rsid w:val="00722DB1"/>
    <w:rsid w:val="00727A16"/>
    <w:rsid w:val="00731C4F"/>
    <w:rsid w:val="00732765"/>
    <w:rsid w:val="0073705E"/>
    <w:rsid w:val="007453E7"/>
    <w:rsid w:val="007466B4"/>
    <w:rsid w:val="007535B4"/>
    <w:rsid w:val="007536B5"/>
    <w:rsid w:val="00753BE3"/>
    <w:rsid w:val="007653DC"/>
    <w:rsid w:val="0077104F"/>
    <w:rsid w:val="0077400A"/>
    <w:rsid w:val="00774870"/>
    <w:rsid w:val="00782A15"/>
    <w:rsid w:val="00783518"/>
    <w:rsid w:val="0079518D"/>
    <w:rsid w:val="00796232"/>
    <w:rsid w:val="007A3223"/>
    <w:rsid w:val="007A41B4"/>
    <w:rsid w:val="007A5AE8"/>
    <w:rsid w:val="007A7211"/>
    <w:rsid w:val="007B042A"/>
    <w:rsid w:val="007B0C2A"/>
    <w:rsid w:val="007B1A3F"/>
    <w:rsid w:val="007B38F0"/>
    <w:rsid w:val="007B3B0E"/>
    <w:rsid w:val="007B577F"/>
    <w:rsid w:val="007B6D12"/>
    <w:rsid w:val="007C109A"/>
    <w:rsid w:val="007C4501"/>
    <w:rsid w:val="007C7DF6"/>
    <w:rsid w:val="007D07B3"/>
    <w:rsid w:val="007D7FDE"/>
    <w:rsid w:val="007E0628"/>
    <w:rsid w:val="007E0C43"/>
    <w:rsid w:val="007E4F70"/>
    <w:rsid w:val="007E59B9"/>
    <w:rsid w:val="007E59E1"/>
    <w:rsid w:val="007E60DE"/>
    <w:rsid w:val="007F36F2"/>
    <w:rsid w:val="008036B8"/>
    <w:rsid w:val="00812B30"/>
    <w:rsid w:val="008130BF"/>
    <w:rsid w:val="008249A6"/>
    <w:rsid w:val="00826054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75C0"/>
    <w:rsid w:val="0088022E"/>
    <w:rsid w:val="00881BBC"/>
    <w:rsid w:val="00885476"/>
    <w:rsid w:val="00886240"/>
    <w:rsid w:val="00890230"/>
    <w:rsid w:val="00895238"/>
    <w:rsid w:val="008A05C1"/>
    <w:rsid w:val="008A3F09"/>
    <w:rsid w:val="008A4490"/>
    <w:rsid w:val="008B010A"/>
    <w:rsid w:val="008C5A09"/>
    <w:rsid w:val="008C68D3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6EA1"/>
    <w:rsid w:val="009170FD"/>
    <w:rsid w:val="009214E2"/>
    <w:rsid w:val="00923B46"/>
    <w:rsid w:val="0092481B"/>
    <w:rsid w:val="0092642F"/>
    <w:rsid w:val="00941DB3"/>
    <w:rsid w:val="00954085"/>
    <w:rsid w:val="00956AA6"/>
    <w:rsid w:val="0095729D"/>
    <w:rsid w:val="00961DA1"/>
    <w:rsid w:val="00962F52"/>
    <w:rsid w:val="009720B5"/>
    <w:rsid w:val="00973258"/>
    <w:rsid w:val="00980453"/>
    <w:rsid w:val="009814D7"/>
    <w:rsid w:val="0098167D"/>
    <w:rsid w:val="0098566E"/>
    <w:rsid w:val="009869B0"/>
    <w:rsid w:val="00993324"/>
    <w:rsid w:val="00993D4E"/>
    <w:rsid w:val="00996744"/>
    <w:rsid w:val="00997802"/>
    <w:rsid w:val="009A0A54"/>
    <w:rsid w:val="009A60C2"/>
    <w:rsid w:val="009B5412"/>
    <w:rsid w:val="009B6601"/>
    <w:rsid w:val="009C140F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6BDD"/>
    <w:rsid w:val="00A10069"/>
    <w:rsid w:val="00A11FC3"/>
    <w:rsid w:val="00A1237B"/>
    <w:rsid w:val="00A138C7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2B6F"/>
    <w:rsid w:val="00A60941"/>
    <w:rsid w:val="00A6166A"/>
    <w:rsid w:val="00A65AA8"/>
    <w:rsid w:val="00A65F2A"/>
    <w:rsid w:val="00A678A6"/>
    <w:rsid w:val="00A73F60"/>
    <w:rsid w:val="00A744B7"/>
    <w:rsid w:val="00A77592"/>
    <w:rsid w:val="00A808D6"/>
    <w:rsid w:val="00A83A37"/>
    <w:rsid w:val="00A90243"/>
    <w:rsid w:val="00A93897"/>
    <w:rsid w:val="00A939A4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6CF3"/>
    <w:rsid w:val="00B60A9B"/>
    <w:rsid w:val="00B619D8"/>
    <w:rsid w:val="00B63D31"/>
    <w:rsid w:val="00B72B1D"/>
    <w:rsid w:val="00B75ED9"/>
    <w:rsid w:val="00B9270C"/>
    <w:rsid w:val="00B92A6A"/>
    <w:rsid w:val="00B93A06"/>
    <w:rsid w:val="00BA2A02"/>
    <w:rsid w:val="00BA3DB6"/>
    <w:rsid w:val="00BA7025"/>
    <w:rsid w:val="00BB0168"/>
    <w:rsid w:val="00BB1E14"/>
    <w:rsid w:val="00BB3E37"/>
    <w:rsid w:val="00BB6F02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6250"/>
    <w:rsid w:val="00BF142D"/>
    <w:rsid w:val="00BF2061"/>
    <w:rsid w:val="00BF2779"/>
    <w:rsid w:val="00BF5035"/>
    <w:rsid w:val="00C01082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46EF4"/>
    <w:rsid w:val="00C51349"/>
    <w:rsid w:val="00C52404"/>
    <w:rsid w:val="00C52E8B"/>
    <w:rsid w:val="00C61EF7"/>
    <w:rsid w:val="00C74564"/>
    <w:rsid w:val="00C81733"/>
    <w:rsid w:val="00C82F61"/>
    <w:rsid w:val="00C8603A"/>
    <w:rsid w:val="00C9285C"/>
    <w:rsid w:val="00C94527"/>
    <w:rsid w:val="00C9780D"/>
    <w:rsid w:val="00CA502F"/>
    <w:rsid w:val="00CA7F9E"/>
    <w:rsid w:val="00CB051E"/>
    <w:rsid w:val="00CB37AD"/>
    <w:rsid w:val="00CB3AF9"/>
    <w:rsid w:val="00CB3C13"/>
    <w:rsid w:val="00CB4D21"/>
    <w:rsid w:val="00CC0E4C"/>
    <w:rsid w:val="00CC3C35"/>
    <w:rsid w:val="00CC3D66"/>
    <w:rsid w:val="00CD0DF0"/>
    <w:rsid w:val="00CD10C5"/>
    <w:rsid w:val="00CE1F37"/>
    <w:rsid w:val="00CE509C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67BD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5F2D"/>
    <w:rsid w:val="00D86C0F"/>
    <w:rsid w:val="00D91E0A"/>
    <w:rsid w:val="00D92097"/>
    <w:rsid w:val="00D92C68"/>
    <w:rsid w:val="00D97C9D"/>
    <w:rsid w:val="00DA0401"/>
    <w:rsid w:val="00DA18FC"/>
    <w:rsid w:val="00DA61A9"/>
    <w:rsid w:val="00DA7DB2"/>
    <w:rsid w:val="00DB5C0C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E75BE"/>
    <w:rsid w:val="00DF0F5E"/>
    <w:rsid w:val="00DF192F"/>
    <w:rsid w:val="00DF3772"/>
    <w:rsid w:val="00DF4BDB"/>
    <w:rsid w:val="00DF508E"/>
    <w:rsid w:val="00DF7993"/>
    <w:rsid w:val="00E001C1"/>
    <w:rsid w:val="00E10A56"/>
    <w:rsid w:val="00E15B0E"/>
    <w:rsid w:val="00E20BAD"/>
    <w:rsid w:val="00E236ED"/>
    <w:rsid w:val="00E27494"/>
    <w:rsid w:val="00E27D5B"/>
    <w:rsid w:val="00E331D4"/>
    <w:rsid w:val="00E408FA"/>
    <w:rsid w:val="00E42888"/>
    <w:rsid w:val="00E509E8"/>
    <w:rsid w:val="00E5583C"/>
    <w:rsid w:val="00E62DD7"/>
    <w:rsid w:val="00E653EC"/>
    <w:rsid w:val="00E77A9C"/>
    <w:rsid w:val="00E81706"/>
    <w:rsid w:val="00E9033D"/>
    <w:rsid w:val="00E90F1E"/>
    <w:rsid w:val="00E93D69"/>
    <w:rsid w:val="00E945DA"/>
    <w:rsid w:val="00EA01F3"/>
    <w:rsid w:val="00EA057D"/>
    <w:rsid w:val="00EA319A"/>
    <w:rsid w:val="00EA6DB9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F00481"/>
    <w:rsid w:val="00F019A8"/>
    <w:rsid w:val="00F10A84"/>
    <w:rsid w:val="00F1496C"/>
    <w:rsid w:val="00F15980"/>
    <w:rsid w:val="00F164C7"/>
    <w:rsid w:val="00F17E5E"/>
    <w:rsid w:val="00F204B5"/>
    <w:rsid w:val="00F25A10"/>
    <w:rsid w:val="00F3096C"/>
    <w:rsid w:val="00F3589E"/>
    <w:rsid w:val="00F41EDD"/>
    <w:rsid w:val="00F4665B"/>
    <w:rsid w:val="00F53138"/>
    <w:rsid w:val="00F56C19"/>
    <w:rsid w:val="00F57ECC"/>
    <w:rsid w:val="00F64FC0"/>
    <w:rsid w:val="00F71BF3"/>
    <w:rsid w:val="00F7410F"/>
    <w:rsid w:val="00F80575"/>
    <w:rsid w:val="00F817B9"/>
    <w:rsid w:val="00F82E06"/>
    <w:rsid w:val="00F8424B"/>
    <w:rsid w:val="00F87F81"/>
    <w:rsid w:val="00F907FB"/>
    <w:rsid w:val="00F92706"/>
    <w:rsid w:val="00F92C66"/>
    <w:rsid w:val="00F9632C"/>
    <w:rsid w:val="00FA23C2"/>
    <w:rsid w:val="00FA31D1"/>
    <w:rsid w:val="00FA5700"/>
    <w:rsid w:val="00FA6EC8"/>
    <w:rsid w:val="00FB177E"/>
    <w:rsid w:val="00FC470F"/>
    <w:rsid w:val="00FC750D"/>
    <w:rsid w:val="00FD22DA"/>
    <w:rsid w:val="00FE183E"/>
    <w:rsid w:val="00FE373B"/>
    <w:rsid w:val="00FE5768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iPriority w:val="99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irikovacik/Disk%20Google/_podano_ITI2/10879_OV_brezinova/10879_VZ/NS_03_kupni_smlouva_1cast_1087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NS_03_kupni_smlouva_1cast_10879.dotx</Template>
  <TotalTime>4</TotalTime>
  <Pages>4</Pages>
  <Words>1449</Words>
  <Characters>8551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6</cp:revision>
  <cp:lastPrinted>2017-09-11T07:19:00Z</cp:lastPrinted>
  <dcterms:created xsi:type="dcterms:W3CDTF">2021-06-10T20:29:00Z</dcterms:created>
  <dcterms:modified xsi:type="dcterms:W3CDTF">2021-06-24T20:34:00Z</dcterms:modified>
</cp:coreProperties>
</file>